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C19F2" w14:textId="77777777" w:rsidR="0080080B" w:rsidRDefault="0080080B" w:rsidP="0080080B"/>
    <w:p w14:paraId="21DA605A" w14:textId="77777777" w:rsidR="00D076FA" w:rsidRDefault="00D076FA" w:rsidP="00D076FA">
      <w:pPr>
        <w:pStyle w:val="Nadpis2"/>
      </w:pPr>
      <w:r>
        <w:t>Vyhlásenie účastníka  a autorov</w:t>
      </w:r>
    </w:p>
    <w:p w14:paraId="268D7E91" w14:textId="77777777" w:rsidR="00B621CE" w:rsidRDefault="00B621CE" w:rsidP="00D076FA"/>
    <w:p w14:paraId="46C99A1A" w14:textId="52FF4882" w:rsidR="00D076FA" w:rsidRDefault="00D076FA" w:rsidP="00D076FA">
      <w:r>
        <w:t>Názov súťaže návrhov:</w:t>
      </w:r>
      <w:r>
        <w:tab/>
      </w:r>
      <w:r>
        <w:tab/>
      </w:r>
      <w:r>
        <w:t>„</w:t>
      </w:r>
      <w:proofErr w:type="spellStart"/>
      <w:r>
        <w:t>Grössling</w:t>
      </w:r>
      <w:proofErr w:type="spellEnd"/>
      <w:r>
        <w:t>“</w:t>
      </w:r>
    </w:p>
    <w:p w14:paraId="3F29A8BE" w14:textId="07B8F6A9" w:rsidR="00D076FA" w:rsidRDefault="00D076FA" w:rsidP="00D076FA"/>
    <w:p w14:paraId="5DDB6E76" w14:textId="77777777" w:rsidR="001073C8" w:rsidRDefault="001073C8" w:rsidP="00D076FA"/>
    <w:p w14:paraId="3C3B5DEF" w14:textId="4BAA6C19" w:rsidR="00D076FA" w:rsidRDefault="00D076FA" w:rsidP="00D076FA">
      <w:r>
        <w:t>Vyhlasovateľ:</w:t>
      </w:r>
      <w:r>
        <w:tab/>
      </w:r>
      <w:r>
        <w:tab/>
      </w:r>
      <w:r>
        <w:tab/>
      </w:r>
      <w:r>
        <w:t>1. Hlavné mesto Slovenskej republiky Bratislava</w:t>
      </w:r>
    </w:p>
    <w:p w14:paraId="4C8F7CA7" w14:textId="77777777" w:rsidR="00D076FA" w:rsidRDefault="00D076FA" w:rsidP="00D076FA">
      <w:pPr>
        <w:ind w:left="2160" w:firstLine="720"/>
      </w:pPr>
      <w:r>
        <w:t>2. Metropolitný inštitút Bratislavy</w:t>
      </w:r>
    </w:p>
    <w:p w14:paraId="37AE02E9" w14:textId="77777777" w:rsidR="00D076FA" w:rsidRDefault="00D076FA" w:rsidP="00D076FA">
      <w:pPr>
        <w:ind w:left="2160" w:firstLine="720"/>
      </w:pPr>
      <w:r>
        <w:t>3. Generálny investor Bratislavy</w:t>
      </w:r>
    </w:p>
    <w:p w14:paraId="74552CC4" w14:textId="46298021" w:rsidR="00CB0052" w:rsidRDefault="00CB0052" w:rsidP="00D076FA"/>
    <w:p w14:paraId="412554F8" w14:textId="77777777" w:rsidR="001073C8" w:rsidRDefault="001073C8" w:rsidP="00D076FA"/>
    <w:p w14:paraId="403AE641" w14:textId="503985E9" w:rsidR="00D076FA" w:rsidRDefault="00D076FA" w:rsidP="00D076FA">
      <w:r>
        <w:t>Dolu podpísaný (-á)</w:t>
      </w:r>
    </w:p>
    <w:p w14:paraId="49D310FD" w14:textId="77777777" w:rsidR="001073C8" w:rsidRDefault="001073C8" w:rsidP="00D076FA"/>
    <w:p w14:paraId="4E963E29" w14:textId="413F8F7B" w:rsidR="00D076FA" w:rsidRDefault="00D076FA" w:rsidP="001073C8">
      <w:pPr>
        <w:spacing w:line="360" w:lineRule="auto"/>
        <w:rPr>
          <w:b/>
          <w:bCs/>
        </w:rPr>
      </w:pPr>
      <w:r w:rsidRPr="00516C03">
        <w:rPr>
          <w:b/>
          <w:bCs/>
        </w:rPr>
        <w:t>Identifikačné údaje účastníka</w:t>
      </w:r>
    </w:p>
    <w:p w14:paraId="28839D04" w14:textId="458F33D6" w:rsidR="001073C8" w:rsidRDefault="00D076FA" w:rsidP="001073C8">
      <w:pPr>
        <w:spacing w:line="360" w:lineRule="auto"/>
      </w:pPr>
      <w:r>
        <w:t>obchodné meno:</w:t>
      </w:r>
      <w:r>
        <w:tab/>
      </w:r>
      <w:r>
        <w:tab/>
      </w:r>
      <w:r w:rsidR="001073C8">
        <w:t>……………………………….</w:t>
      </w:r>
    </w:p>
    <w:p w14:paraId="50F497F0" w14:textId="0BBF50E6" w:rsidR="001073C8" w:rsidRDefault="00D076FA" w:rsidP="001073C8">
      <w:pPr>
        <w:spacing w:line="360" w:lineRule="auto"/>
      </w:pPr>
      <w:r>
        <w:t>právna forma:</w:t>
      </w:r>
      <w:r>
        <w:tab/>
      </w:r>
      <w:r>
        <w:tab/>
      </w:r>
      <w:r>
        <w:tab/>
      </w:r>
      <w:r w:rsidR="001073C8">
        <w:t>……………………………….</w:t>
      </w:r>
    </w:p>
    <w:p w14:paraId="557FAA14" w14:textId="62024288" w:rsidR="00D076FA" w:rsidRDefault="00D076FA" w:rsidP="001073C8">
      <w:pPr>
        <w:spacing w:line="360" w:lineRule="auto"/>
      </w:pPr>
      <w:r>
        <w:t>sídlo/miesto podnikania:</w:t>
      </w:r>
      <w:r>
        <w:tab/>
      </w:r>
      <w:r w:rsidR="001073C8">
        <w:t>……………………………….</w:t>
      </w:r>
    </w:p>
    <w:p w14:paraId="1DAC97BC" w14:textId="531EDC9D" w:rsidR="00D076FA" w:rsidRDefault="00D076FA" w:rsidP="001073C8">
      <w:pPr>
        <w:spacing w:line="360" w:lineRule="auto"/>
      </w:pPr>
      <w:r>
        <w:t>krajina:</w:t>
      </w:r>
      <w:r>
        <w:tab/>
      </w:r>
      <w:r>
        <w:tab/>
      </w:r>
      <w:r>
        <w:tab/>
      </w:r>
      <w:r>
        <w:tab/>
      </w:r>
      <w:r w:rsidR="001073C8">
        <w:t>……………………………….</w:t>
      </w:r>
    </w:p>
    <w:p w14:paraId="67B915FF" w14:textId="5BE74A6B" w:rsidR="001073C8" w:rsidRDefault="00D076FA" w:rsidP="001073C8">
      <w:pPr>
        <w:spacing w:line="360" w:lineRule="auto"/>
      </w:pPr>
      <w:r>
        <w:t>IČO:</w:t>
      </w:r>
      <w:r>
        <w:tab/>
      </w:r>
      <w:r>
        <w:tab/>
      </w:r>
      <w:r>
        <w:tab/>
      </w:r>
      <w:r>
        <w:tab/>
      </w:r>
      <w:r w:rsidR="001073C8">
        <w:t>……………………………….</w:t>
      </w:r>
    </w:p>
    <w:p w14:paraId="6EA1A6FE" w14:textId="5C70512E" w:rsidR="00D076FA" w:rsidRDefault="00D076FA" w:rsidP="001073C8">
      <w:pPr>
        <w:spacing w:line="360" w:lineRule="auto"/>
      </w:pPr>
      <w:r>
        <w:t>DIČ:</w:t>
      </w:r>
      <w:r>
        <w:tab/>
      </w:r>
      <w:r>
        <w:tab/>
      </w:r>
      <w:r>
        <w:tab/>
      </w:r>
      <w:r>
        <w:tab/>
      </w:r>
      <w:r w:rsidR="001073C8">
        <w:t>……………………………….</w:t>
      </w:r>
    </w:p>
    <w:p w14:paraId="6743233C" w14:textId="1B09A79F" w:rsidR="001073C8" w:rsidRDefault="00D076FA" w:rsidP="001073C8">
      <w:pPr>
        <w:spacing w:line="360" w:lineRule="auto"/>
      </w:pPr>
      <w:r>
        <w:t>registrácia:</w:t>
      </w:r>
      <w:r>
        <w:tab/>
      </w:r>
      <w:r>
        <w:tab/>
      </w:r>
      <w:r>
        <w:tab/>
      </w:r>
      <w:r w:rsidR="001073C8">
        <w:t>……………………………….</w:t>
      </w:r>
    </w:p>
    <w:p w14:paraId="1B40FCC1" w14:textId="770695C6" w:rsidR="00D076FA" w:rsidRDefault="00D076FA" w:rsidP="001073C8">
      <w:pPr>
        <w:spacing w:line="360" w:lineRule="auto"/>
      </w:pPr>
      <w:r>
        <w:t>štatutárny orgán:</w:t>
      </w:r>
      <w:r>
        <w:tab/>
      </w:r>
      <w:r>
        <w:tab/>
      </w:r>
      <w:r w:rsidR="001073C8">
        <w:t>……………………………….</w:t>
      </w:r>
    </w:p>
    <w:p w14:paraId="272D2A2B" w14:textId="77777777" w:rsidR="00D076FA" w:rsidRDefault="00D076FA" w:rsidP="001073C8">
      <w:pPr>
        <w:spacing w:line="360" w:lineRule="auto"/>
      </w:pPr>
    </w:p>
    <w:p w14:paraId="0AB773FD" w14:textId="6F66BADA" w:rsidR="00D076FA" w:rsidRDefault="00D076FA" w:rsidP="001073C8">
      <w:pPr>
        <w:spacing w:line="360" w:lineRule="auto"/>
        <w:rPr>
          <w:b/>
          <w:bCs/>
        </w:rPr>
      </w:pPr>
      <w:r w:rsidRPr="00516C03">
        <w:rPr>
          <w:b/>
          <w:bCs/>
        </w:rPr>
        <w:t>Kontaktné údaje účastníka</w:t>
      </w:r>
    </w:p>
    <w:p w14:paraId="3AE96583" w14:textId="0A6F18A8" w:rsidR="00D076FA" w:rsidRDefault="00D076FA" w:rsidP="001073C8">
      <w:pPr>
        <w:spacing w:line="360" w:lineRule="auto"/>
      </w:pPr>
      <w:r>
        <w:t>kontaktná osoba:</w:t>
      </w:r>
      <w:r>
        <w:tab/>
      </w:r>
      <w:r>
        <w:tab/>
      </w:r>
      <w:r w:rsidR="001073C8">
        <w:t>……………………………….</w:t>
      </w:r>
    </w:p>
    <w:p w14:paraId="26E819B3" w14:textId="33B2F4CE" w:rsidR="00D076FA" w:rsidRDefault="00D076FA" w:rsidP="001073C8">
      <w:pPr>
        <w:spacing w:line="360" w:lineRule="auto"/>
      </w:pPr>
      <w:r>
        <w:t>poštová adresa na doručovanie:</w:t>
      </w:r>
      <w:r>
        <w:tab/>
      </w:r>
      <w:r w:rsidR="001073C8">
        <w:t>……………………………….</w:t>
      </w:r>
    </w:p>
    <w:p w14:paraId="312EA9F7" w14:textId="3A263D33" w:rsidR="00D076FA" w:rsidRDefault="00D076FA" w:rsidP="001073C8">
      <w:pPr>
        <w:spacing w:line="360" w:lineRule="auto"/>
      </w:pPr>
      <w:r>
        <w:t>telefónne číslo:</w:t>
      </w:r>
      <w:r>
        <w:tab/>
      </w:r>
      <w:r>
        <w:tab/>
      </w:r>
      <w:r>
        <w:tab/>
      </w:r>
      <w:r w:rsidR="001073C8">
        <w:t>……………………………….</w:t>
      </w:r>
    </w:p>
    <w:p w14:paraId="663B3C93" w14:textId="61E257BC" w:rsidR="00D076FA" w:rsidRDefault="00D076FA" w:rsidP="001073C8">
      <w:pPr>
        <w:spacing w:line="360" w:lineRule="auto"/>
      </w:pPr>
      <w:r>
        <w:t>e-mailová adresa:</w:t>
      </w:r>
      <w:r>
        <w:tab/>
      </w:r>
      <w:r>
        <w:tab/>
      </w:r>
      <w:r w:rsidR="001073C8">
        <w:t>……………………………….</w:t>
      </w:r>
    </w:p>
    <w:p w14:paraId="098FB710" w14:textId="0D86B0D0" w:rsidR="00D076FA" w:rsidRDefault="00D076FA" w:rsidP="00453082">
      <w:r>
        <w:t xml:space="preserve"> </w:t>
      </w:r>
    </w:p>
    <w:p w14:paraId="0339C72D" w14:textId="77777777" w:rsidR="00B621CE" w:rsidRDefault="00B621CE" w:rsidP="00453082"/>
    <w:p w14:paraId="696E8440" w14:textId="5A9AB1E2" w:rsidR="00D076FA" w:rsidRDefault="00D076FA" w:rsidP="00453082">
      <w:pPr>
        <w:jc w:val="center"/>
        <w:rPr>
          <w:b/>
          <w:bCs/>
        </w:rPr>
      </w:pPr>
      <w:r w:rsidRPr="006E787C">
        <w:rPr>
          <w:b/>
          <w:bCs/>
        </w:rPr>
        <w:t>čestne vyhlasujem,</w:t>
      </w:r>
    </w:p>
    <w:p w14:paraId="7BA70F34" w14:textId="77777777" w:rsidR="00B621CE" w:rsidRPr="006E787C" w:rsidRDefault="00B621CE" w:rsidP="00453082">
      <w:pPr>
        <w:rPr>
          <w:b/>
          <w:bCs/>
        </w:rPr>
      </w:pPr>
    </w:p>
    <w:p w14:paraId="277B1860" w14:textId="77777777" w:rsidR="00D076FA" w:rsidRDefault="00D076FA" w:rsidP="00D076FA">
      <w:r>
        <w:t xml:space="preserve">že som oprávnený (-á) na vykonávanie podnikania predstavujúceho činnosť uvedenú </w:t>
      </w:r>
    </w:p>
    <w:p w14:paraId="3862E5A7" w14:textId="77777777" w:rsidR="00D076FA" w:rsidRDefault="00D076FA" w:rsidP="00D076FA">
      <w:r>
        <w:t>v § 4 zák. č. 138/1992 Zb. o autorizovaných architektoch a autorizovaných stavebných inžinieroch v zn. n. p. alebo podľa ekvivalentnej právnej úpravy platnej v krajine, v ktorej som pre uvedené podnikanie registrovaný (-á).</w:t>
      </w:r>
    </w:p>
    <w:p w14:paraId="45111C26" w14:textId="77777777" w:rsidR="00D076FA" w:rsidRDefault="00D076FA" w:rsidP="00D076FA"/>
    <w:p w14:paraId="3C71A789" w14:textId="77777777" w:rsidR="00D076FA" w:rsidRDefault="00D076FA" w:rsidP="00D076FA">
      <w:r>
        <w:t>Toto čestné vyhlásenie dávam na účely účasti v súťaži návrhov s názvom  „</w:t>
      </w:r>
      <w:proofErr w:type="spellStart"/>
      <w:r>
        <w:t>Grössling</w:t>
      </w:r>
      <w:proofErr w:type="spellEnd"/>
      <w:r>
        <w:t xml:space="preserve">“ podľa § 119 a </w:t>
      </w:r>
      <w:proofErr w:type="spellStart"/>
      <w:r>
        <w:t>nasl</w:t>
      </w:r>
      <w:proofErr w:type="spellEnd"/>
      <w:r>
        <w:t>. zák. č. 343/2015 Z. z. o verejnom obstarávaní v zn. n. p.</w:t>
      </w:r>
    </w:p>
    <w:p w14:paraId="6F35026A" w14:textId="77777777" w:rsidR="00D076FA" w:rsidRDefault="00D076FA" w:rsidP="00D076FA"/>
    <w:p w14:paraId="20E60EEA" w14:textId="77777777" w:rsidR="00320CE4" w:rsidRDefault="00320CE4" w:rsidP="00320CE4"/>
    <w:p w14:paraId="3D01525B" w14:textId="4768F75A" w:rsidR="005A1C41" w:rsidRPr="00320CE4" w:rsidRDefault="005A1C41" w:rsidP="00320CE4">
      <w:pPr>
        <w:pStyle w:val="Nadpis2"/>
      </w:pPr>
      <w:proofErr w:type="spellStart"/>
      <w:r w:rsidRPr="00320CE4">
        <w:t>Declaration</w:t>
      </w:r>
      <w:proofErr w:type="spellEnd"/>
      <w:r w:rsidRPr="00320CE4">
        <w:t xml:space="preserve"> of </w:t>
      </w:r>
      <w:proofErr w:type="spellStart"/>
      <w:r w:rsidRPr="00320CE4">
        <w:t>the</w:t>
      </w:r>
      <w:proofErr w:type="spellEnd"/>
      <w:r w:rsidRPr="00320CE4">
        <w:t xml:space="preserve"> </w:t>
      </w:r>
      <w:proofErr w:type="spellStart"/>
      <w:r w:rsidRPr="00320CE4">
        <w:t>competitor</w:t>
      </w:r>
      <w:proofErr w:type="spellEnd"/>
      <w:r w:rsidRPr="00320CE4">
        <w:t xml:space="preserve"> and </w:t>
      </w:r>
      <w:proofErr w:type="spellStart"/>
      <w:r w:rsidRPr="00320CE4">
        <w:t>authors</w:t>
      </w:r>
      <w:proofErr w:type="spellEnd"/>
    </w:p>
    <w:p w14:paraId="76C13B35" w14:textId="77777777" w:rsidR="005A1C41" w:rsidRPr="00320CE4" w:rsidRDefault="005A1C41" w:rsidP="005A1C41"/>
    <w:p w14:paraId="6E094B66" w14:textId="34D6EAF8" w:rsidR="005A1C41" w:rsidRPr="00320CE4" w:rsidRDefault="005A1C41" w:rsidP="005A1C41">
      <w:r w:rsidRPr="00320CE4">
        <w:t xml:space="preserve">Title of </w:t>
      </w:r>
      <w:proofErr w:type="spellStart"/>
      <w:r w:rsidRPr="00320CE4">
        <w:t>the</w:t>
      </w:r>
      <w:proofErr w:type="spellEnd"/>
      <w:r w:rsidRPr="00320CE4">
        <w:t xml:space="preserve"> design </w:t>
      </w:r>
      <w:proofErr w:type="spellStart"/>
      <w:r w:rsidRPr="00320CE4">
        <w:t>competition</w:t>
      </w:r>
      <w:proofErr w:type="spellEnd"/>
      <w:r w:rsidRPr="00320CE4">
        <w:t>:</w:t>
      </w:r>
      <w:r w:rsidRPr="00320CE4">
        <w:tab/>
      </w:r>
      <w:r w:rsidR="00320CE4">
        <w:tab/>
      </w:r>
      <w:r w:rsidRPr="00320CE4">
        <w:t>"</w:t>
      </w:r>
      <w:proofErr w:type="spellStart"/>
      <w:r w:rsidRPr="00320CE4">
        <w:t>Grössling</w:t>
      </w:r>
      <w:proofErr w:type="spellEnd"/>
      <w:r w:rsidRPr="00320CE4">
        <w:t>"</w:t>
      </w:r>
    </w:p>
    <w:p w14:paraId="7E972034" w14:textId="17A9FFBF" w:rsidR="00320CE4" w:rsidRDefault="00320CE4" w:rsidP="005A1C41"/>
    <w:p w14:paraId="6FC4F5A3" w14:textId="77777777" w:rsidR="00453082" w:rsidRDefault="00453082" w:rsidP="005A1C41"/>
    <w:p w14:paraId="759E7EAA" w14:textId="409C130E" w:rsidR="005A1C41" w:rsidRPr="00320CE4" w:rsidRDefault="005A1C41" w:rsidP="005A1C41">
      <w:proofErr w:type="spellStart"/>
      <w:r w:rsidRPr="00320CE4">
        <w:t>Announcer</w:t>
      </w:r>
      <w:proofErr w:type="spellEnd"/>
      <w:r w:rsidRPr="00320CE4">
        <w:t>:</w:t>
      </w:r>
      <w:r w:rsidRPr="00320CE4">
        <w:tab/>
      </w:r>
      <w:r w:rsidR="00320CE4">
        <w:tab/>
      </w:r>
      <w:r w:rsidR="00320CE4">
        <w:tab/>
      </w:r>
      <w:r w:rsidR="00320CE4">
        <w:tab/>
      </w:r>
      <w:r w:rsidRPr="00320CE4">
        <w:t xml:space="preserve">1. </w:t>
      </w:r>
      <w:proofErr w:type="spellStart"/>
      <w:r w:rsidRPr="00320CE4">
        <w:t>Capital</w:t>
      </w:r>
      <w:proofErr w:type="spellEnd"/>
      <w:r w:rsidRPr="00320CE4">
        <w:t xml:space="preserve"> city of </w:t>
      </w:r>
      <w:proofErr w:type="spellStart"/>
      <w:r w:rsidRPr="00320CE4">
        <w:t>the</w:t>
      </w:r>
      <w:proofErr w:type="spellEnd"/>
      <w:r w:rsidRPr="00320CE4">
        <w:t xml:space="preserve"> Slovak </w:t>
      </w:r>
      <w:proofErr w:type="spellStart"/>
      <w:r w:rsidRPr="00320CE4">
        <w:t>Republic</w:t>
      </w:r>
      <w:proofErr w:type="spellEnd"/>
      <w:r w:rsidRPr="00320CE4">
        <w:t xml:space="preserve"> – Bratislava</w:t>
      </w:r>
    </w:p>
    <w:p w14:paraId="5C6E2E47" w14:textId="4619CD6E" w:rsidR="005A1C41" w:rsidRPr="00320CE4" w:rsidRDefault="005A1C41" w:rsidP="005A1C41">
      <w:r w:rsidRPr="00320CE4">
        <w:tab/>
      </w:r>
      <w:r w:rsidRPr="00320CE4">
        <w:tab/>
      </w:r>
      <w:r w:rsidRPr="00320CE4">
        <w:tab/>
      </w:r>
      <w:r w:rsidR="00320CE4">
        <w:tab/>
      </w:r>
      <w:r w:rsidR="00320CE4">
        <w:tab/>
      </w:r>
      <w:r w:rsidRPr="00320CE4">
        <w:t xml:space="preserve">2. </w:t>
      </w:r>
      <w:proofErr w:type="spellStart"/>
      <w:r w:rsidRPr="00320CE4">
        <w:t>Metropolitan</w:t>
      </w:r>
      <w:proofErr w:type="spellEnd"/>
      <w:r w:rsidRPr="00320CE4">
        <w:t xml:space="preserve"> </w:t>
      </w:r>
      <w:proofErr w:type="spellStart"/>
      <w:r w:rsidRPr="00320CE4">
        <w:t>Institute</w:t>
      </w:r>
      <w:proofErr w:type="spellEnd"/>
      <w:r w:rsidRPr="00320CE4">
        <w:t xml:space="preserve"> of Bratislava</w:t>
      </w:r>
    </w:p>
    <w:p w14:paraId="09F230A3" w14:textId="57C4AEE3" w:rsidR="005A1C41" w:rsidRPr="00320CE4" w:rsidRDefault="005A1C41" w:rsidP="005A1C41">
      <w:r w:rsidRPr="00320CE4">
        <w:tab/>
      </w:r>
      <w:r w:rsidRPr="00320CE4">
        <w:tab/>
      </w:r>
      <w:r w:rsidRPr="00320CE4">
        <w:tab/>
      </w:r>
      <w:r w:rsidR="00320CE4">
        <w:tab/>
      </w:r>
      <w:r w:rsidR="00320CE4">
        <w:tab/>
      </w:r>
      <w:r w:rsidRPr="00320CE4">
        <w:t>3. General Investor of Bratislava</w:t>
      </w:r>
    </w:p>
    <w:p w14:paraId="2B40A4B3" w14:textId="72105158" w:rsidR="005A1C41" w:rsidRDefault="005A1C41" w:rsidP="005A1C41"/>
    <w:p w14:paraId="770D82CB" w14:textId="77777777" w:rsidR="00453082" w:rsidRPr="00320CE4" w:rsidRDefault="00453082" w:rsidP="005A1C41"/>
    <w:p w14:paraId="69FB2571" w14:textId="77777777" w:rsidR="005A1C41" w:rsidRPr="00320CE4" w:rsidRDefault="005A1C41" w:rsidP="005A1C41">
      <w:proofErr w:type="spellStart"/>
      <w:r w:rsidRPr="00320CE4">
        <w:t>The</w:t>
      </w:r>
      <w:proofErr w:type="spellEnd"/>
      <w:r w:rsidRPr="00320CE4">
        <w:t xml:space="preserve"> </w:t>
      </w:r>
      <w:proofErr w:type="spellStart"/>
      <w:r w:rsidRPr="00320CE4">
        <w:t>undersigned</w:t>
      </w:r>
      <w:proofErr w:type="spellEnd"/>
    </w:p>
    <w:p w14:paraId="62D845A7" w14:textId="77777777" w:rsidR="005A1C41" w:rsidRPr="00320CE4" w:rsidRDefault="005A1C41" w:rsidP="005A1C41"/>
    <w:p w14:paraId="1DF4FD33" w14:textId="77777777" w:rsidR="005A1C41" w:rsidRPr="00320CE4" w:rsidRDefault="005A1C41" w:rsidP="00320CE4">
      <w:pPr>
        <w:spacing w:line="360" w:lineRule="auto"/>
        <w:rPr>
          <w:b/>
          <w:bCs/>
        </w:rPr>
      </w:pPr>
      <w:proofErr w:type="spellStart"/>
      <w:r w:rsidRPr="00320CE4">
        <w:rPr>
          <w:b/>
          <w:bCs/>
        </w:rPr>
        <w:t>Competitor’s</w:t>
      </w:r>
      <w:proofErr w:type="spellEnd"/>
      <w:r w:rsidRPr="00320CE4">
        <w:rPr>
          <w:b/>
          <w:bCs/>
        </w:rPr>
        <w:t xml:space="preserve"> </w:t>
      </w:r>
      <w:proofErr w:type="spellStart"/>
      <w:r w:rsidRPr="00320CE4">
        <w:rPr>
          <w:b/>
          <w:bCs/>
        </w:rPr>
        <w:t>identification</w:t>
      </w:r>
      <w:proofErr w:type="spellEnd"/>
      <w:r w:rsidRPr="00320CE4">
        <w:rPr>
          <w:b/>
          <w:bCs/>
        </w:rPr>
        <w:t xml:space="preserve"> </w:t>
      </w:r>
      <w:proofErr w:type="spellStart"/>
      <w:r w:rsidRPr="00320CE4">
        <w:rPr>
          <w:b/>
          <w:bCs/>
        </w:rPr>
        <w:t>data</w:t>
      </w:r>
      <w:proofErr w:type="spellEnd"/>
    </w:p>
    <w:p w14:paraId="46D4BDFF" w14:textId="77777777" w:rsidR="007F0B55" w:rsidRDefault="005A1C41" w:rsidP="00320CE4">
      <w:pPr>
        <w:spacing w:line="360" w:lineRule="auto"/>
      </w:pPr>
      <w:r w:rsidRPr="00320CE4">
        <w:t xml:space="preserve">Business </w:t>
      </w:r>
      <w:proofErr w:type="spellStart"/>
      <w:r w:rsidRPr="00320CE4">
        <w:t>name</w:t>
      </w:r>
      <w:proofErr w:type="spellEnd"/>
      <w:r w:rsidRPr="00320CE4">
        <w:t>:</w:t>
      </w:r>
      <w:r w:rsidRPr="00320CE4">
        <w:tab/>
      </w:r>
      <w:r w:rsidRPr="00320CE4">
        <w:tab/>
      </w:r>
      <w:r w:rsidR="007F0B55">
        <w:tab/>
      </w:r>
      <w:r w:rsidR="007F0B55">
        <w:t>……………………………….</w:t>
      </w:r>
    </w:p>
    <w:p w14:paraId="3B82828B" w14:textId="55DCDB30" w:rsidR="007F0B55" w:rsidRDefault="005A1C41" w:rsidP="00320CE4">
      <w:pPr>
        <w:spacing w:line="360" w:lineRule="auto"/>
      </w:pPr>
      <w:proofErr w:type="spellStart"/>
      <w:r w:rsidRPr="00320CE4">
        <w:t>Legal</w:t>
      </w:r>
      <w:proofErr w:type="spellEnd"/>
      <w:r w:rsidRPr="00320CE4">
        <w:t xml:space="preserve"> </w:t>
      </w:r>
      <w:proofErr w:type="spellStart"/>
      <w:r w:rsidRPr="00320CE4">
        <w:t>form</w:t>
      </w:r>
      <w:proofErr w:type="spellEnd"/>
      <w:r w:rsidRPr="00320CE4">
        <w:t>:</w:t>
      </w:r>
      <w:r w:rsidRPr="00320CE4">
        <w:tab/>
      </w:r>
      <w:r w:rsidRPr="00320CE4">
        <w:tab/>
      </w:r>
      <w:r w:rsidR="007F0B55">
        <w:tab/>
      </w:r>
      <w:r w:rsidR="007F0B55">
        <w:t>……………………………….</w:t>
      </w:r>
    </w:p>
    <w:p w14:paraId="72AC7AD7" w14:textId="14D1A6DE" w:rsidR="007F0B55" w:rsidRDefault="005A1C41" w:rsidP="00320CE4">
      <w:pPr>
        <w:spacing w:line="360" w:lineRule="auto"/>
      </w:pPr>
      <w:proofErr w:type="spellStart"/>
      <w:r w:rsidRPr="00320CE4">
        <w:t>Seat</w:t>
      </w:r>
      <w:proofErr w:type="spellEnd"/>
      <w:r w:rsidRPr="00320CE4">
        <w:t>/</w:t>
      </w:r>
      <w:proofErr w:type="spellStart"/>
      <w:r w:rsidRPr="00320CE4">
        <w:t>place</w:t>
      </w:r>
      <w:proofErr w:type="spellEnd"/>
      <w:r w:rsidRPr="00320CE4">
        <w:t xml:space="preserve"> of business:</w:t>
      </w:r>
      <w:r w:rsidRPr="00320CE4">
        <w:tab/>
      </w:r>
      <w:r w:rsidR="007F0B55">
        <w:tab/>
      </w:r>
      <w:r w:rsidR="007F0B55">
        <w:t>……………………………….</w:t>
      </w:r>
    </w:p>
    <w:p w14:paraId="4DBC0565" w14:textId="49FB51BD" w:rsidR="005A1C41" w:rsidRPr="00320CE4" w:rsidRDefault="005A1C41" w:rsidP="00320CE4">
      <w:pPr>
        <w:spacing w:line="360" w:lineRule="auto"/>
      </w:pPr>
      <w:r w:rsidRPr="00320CE4">
        <w:t>Country:</w:t>
      </w:r>
      <w:r w:rsidRPr="00320CE4">
        <w:tab/>
      </w:r>
      <w:r w:rsidRPr="00320CE4">
        <w:tab/>
      </w:r>
      <w:r w:rsidR="007F0B55">
        <w:tab/>
      </w:r>
      <w:r w:rsidR="007F0B55">
        <w:t>……………………………….</w:t>
      </w:r>
    </w:p>
    <w:p w14:paraId="79181233" w14:textId="77777777" w:rsidR="007F0B55" w:rsidRDefault="005A1C41" w:rsidP="00320CE4">
      <w:pPr>
        <w:spacing w:line="360" w:lineRule="auto"/>
      </w:pPr>
      <w:proofErr w:type="spellStart"/>
      <w:r w:rsidRPr="00320CE4">
        <w:t>Company</w:t>
      </w:r>
      <w:proofErr w:type="spellEnd"/>
      <w:r w:rsidRPr="00320CE4">
        <w:t xml:space="preserve"> </w:t>
      </w:r>
      <w:proofErr w:type="spellStart"/>
      <w:r w:rsidRPr="00320CE4">
        <w:t>registration</w:t>
      </w:r>
      <w:proofErr w:type="spellEnd"/>
      <w:r w:rsidRPr="00320CE4">
        <w:t xml:space="preserve"> </w:t>
      </w:r>
      <w:proofErr w:type="spellStart"/>
      <w:r w:rsidRPr="00320CE4">
        <w:t>number</w:t>
      </w:r>
      <w:proofErr w:type="spellEnd"/>
      <w:r w:rsidRPr="00320CE4">
        <w:t>:</w:t>
      </w:r>
      <w:r w:rsidRPr="00320CE4">
        <w:tab/>
      </w:r>
      <w:r w:rsidR="007F0B55">
        <w:t>……………………………….</w:t>
      </w:r>
    </w:p>
    <w:p w14:paraId="2E2A35E9" w14:textId="49B1E7C9" w:rsidR="005A1C41" w:rsidRPr="00320CE4" w:rsidRDefault="005A1C41" w:rsidP="00320CE4">
      <w:pPr>
        <w:spacing w:line="360" w:lineRule="auto"/>
      </w:pPr>
      <w:proofErr w:type="spellStart"/>
      <w:r w:rsidRPr="00320CE4">
        <w:t>Tax</w:t>
      </w:r>
      <w:proofErr w:type="spellEnd"/>
      <w:r w:rsidRPr="00320CE4">
        <w:t xml:space="preserve"> </w:t>
      </w:r>
      <w:proofErr w:type="spellStart"/>
      <w:r w:rsidRPr="00320CE4">
        <w:t>registration</w:t>
      </w:r>
      <w:proofErr w:type="spellEnd"/>
      <w:r w:rsidRPr="00320CE4">
        <w:t xml:space="preserve"> </w:t>
      </w:r>
      <w:proofErr w:type="spellStart"/>
      <w:r w:rsidRPr="00320CE4">
        <w:t>number</w:t>
      </w:r>
      <w:proofErr w:type="spellEnd"/>
      <w:r w:rsidRPr="00320CE4">
        <w:t>:</w:t>
      </w:r>
      <w:r w:rsidRPr="00320CE4">
        <w:tab/>
      </w:r>
      <w:r w:rsidR="007F0B55">
        <w:t>……………………………….</w:t>
      </w:r>
    </w:p>
    <w:p w14:paraId="2462E4F7" w14:textId="68B65660" w:rsidR="005A1C41" w:rsidRPr="00320CE4" w:rsidRDefault="005A1C41" w:rsidP="00320CE4">
      <w:pPr>
        <w:spacing w:line="360" w:lineRule="auto"/>
      </w:pPr>
      <w:proofErr w:type="spellStart"/>
      <w:r w:rsidRPr="00320CE4">
        <w:t>Registration</w:t>
      </w:r>
      <w:proofErr w:type="spellEnd"/>
      <w:r w:rsidRPr="00320CE4">
        <w:t>:</w:t>
      </w:r>
      <w:r w:rsidRPr="00320CE4">
        <w:tab/>
      </w:r>
      <w:r w:rsidRPr="00320CE4">
        <w:tab/>
      </w:r>
      <w:r w:rsidRPr="00320CE4">
        <w:tab/>
      </w:r>
      <w:r w:rsidR="007F0B55">
        <w:t>……………………………….</w:t>
      </w:r>
    </w:p>
    <w:p w14:paraId="12C4E2B0" w14:textId="44CC606F" w:rsidR="005A1C41" w:rsidRDefault="005A1C41" w:rsidP="00320CE4">
      <w:pPr>
        <w:spacing w:line="360" w:lineRule="auto"/>
      </w:pPr>
      <w:proofErr w:type="spellStart"/>
      <w:r w:rsidRPr="00320CE4">
        <w:t>Statutory</w:t>
      </w:r>
      <w:proofErr w:type="spellEnd"/>
      <w:r w:rsidRPr="00320CE4">
        <w:t xml:space="preserve"> body:</w:t>
      </w:r>
      <w:r w:rsidRPr="00320CE4">
        <w:tab/>
      </w:r>
      <w:r w:rsidRPr="00320CE4">
        <w:tab/>
      </w:r>
      <w:r w:rsidRPr="00320CE4">
        <w:tab/>
      </w:r>
      <w:r w:rsidR="007F0B55">
        <w:t>……………………………….</w:t>
      </w:r>
    </w:p>
    <w:p w14:paraId="6F9C5B86" w14:textId="77777777" w:rsidR="007F0B55" w:rsidRPr="00320CE4" w:rsidRDefault="007F0B55" w:rsidP="00320CE4">
      <w:pPr>
        <w:spacing w:line="360" w:lineRule="auto"/>
      </w:pPr>
    </w:p>
    <w:p w14:paraId="26393F06" w14:textId="77777777" w:rsidR="005A1C41" w:rsidRPr="00320CE4" w:rsidRDefault="005A1C41" w:rsidP="00320CE4">
      <w:pPr>
        <w:spacing w:line="360" w:lineRule="auto"/>
        <w:rPr>
          <w:b/>
          <w:bCs/>
        </w:rPr>
      </w:pPr>
      <w:proofErr w:type="spellStart"/>
      <w:r w:rsidRPr="00320CE4">
        <w:rPr>
          <w:b/>
          <w:bCs/>
        </w:rPr>
        <w:t>Competitor’s</w:t>
      </w:r>
      <w:proofErr w:type="spellEnd"/>
      <w:r w:rsidRPr="00320CE4">
        <w:rPr>
          <w:b/>
          <w:bCs/>
        </w:rPr>
        <w:t xml:space="preserve"> </w:t>
      </w:r>
      <w:proofErr w:type="spellStart"/>
      <w:r w:rsidRPr="00320CE4">
        <w:rPr>
          <w:b/>
          <w:bCs/>
        </w:rPr>
        <w:t>contact</w:t>
      </w:r>
      <w:proofErr w:type="spellEnd"/>
      <w:r w:rsidRPr="00320CE4">
        <w:rPr>
          <w:b/>
          <w:bCs/>
        </w:rPr>
        <w:t xml:space="preserve"> </w:t>
      </w:r>
      <w:proofErr w:type="spellStart"/>
      <w:r w:rsidRPr="00320CE4">
        <w:rPr>
          <w:b/>
          <w:bCs/>
        </w:rPr>
        <w:t>details</w:t>
      </w:r>
      <w:proofErr w:type="spellEnd"/>
    </w:p>
    <w:p w14:paraId="477CB039" w14:textId="497B9740" w:rsidR="007F0B55" w:rsidRDefault="005A1C41" w:rsidP="00320CE4">
      <w:pPr>
        <w:spacing w:line="360" w:lineRule="auto"/>
      </w:pPr>
      <w:proofErr w:type="spellStart"/>
      <w:r w:rsidRPr="00320CE4">
        <w:t>Contact</w:t>
      </w:r>
      <w:proofErr w:type="spellEnd"/>
      <w:r w:rsidRPr="00320CE4">
        <w:t xml:space="preserve"> person:</w:t>
      </w:r>
      <w:r w:rsidRPr="00320CE4">
        <w:tab/>
      </w:r>
      <w:r w:rsidRPr="00320CE4">
        <w:tab/>
      </w:r>
      <w:r w:rsidR="007F0B55">
        <w:tab/>
      </w:r>
      <w:r w:rsidR="007F0B55">
        <w:t>……………………………….</w:t>
      </w:r>
    </w:p>
    <w:p w14:paraId="3FB2E78E" w14:textId="2566590E" w:rsidR="005A1C41" w:rsidRPr="00320CE4" w:rsidRDefault="005A1C41" w:rsidP="00320CE4">
      <w:pPr>
        <w:spacing w:line="360" w:lineRule="auto"/>
      </w:pPr>
      <w:proofErr w:type="spellStart"/>
      <w:r w:rsidRPr="00320CE4">
        <w:t>Mailing</w:t>
      </w:r>
      <w:proofErr w:type="spellEnd"/>
      <w:r w:rsidRPr="00320CE4">
        <w:t xml:space="preserve"> </w:t>
      </w:r>
      <w:proofErr w:type="spellStart"/>
      <w:r w:rsidRPr="00320CE4">
        <w:t>address</w:t>
      </w:r>
      <w:proofErr w:type="spellEnd"/>
      <w:r w:rsidRPr="00320CE4">
        <w:t>:</w:t>
      </w:r>
      <w:r w:rsidRPr="00320CE4">
        <w:tab/>
      </w:r>
      <w:r w:rsidR="007F0B55">
        <w:tab/>
      </w:r>
      <w:r w:rsidR="007F0B55">
        <w:t>……………………………….</w:t>
      </w:r>
    </w:p>
    <w:p w14:paraId="4D6A0C93" w14:textId="627329A7" w:rsidR="005A1C41" w:rsidRPr="00320CE4" w:rsidRDefault="005A1C41" w:rsidP="00320CE4">
      <w:pPr>
        <w:spacing w:line="360" w:lineRule="auto"/>
      </w:pPr>
      <w:proofErr w:type="spellStart"/>
      <w:r w:rsidRPr="00320CE4">
        <w:t>Phone</w:t>
      </w:r>
      <w:proofErr w:type="spellEnd"/>
      <w:r w:rsidRPr="00320CE4">
        <w:t xml:space="preserve"> </w:t>
      </w:r>
      <w:proofErr w:type="spellStart"/>
      <w:r w:rsidRPr="00320CE4">
        <w:t>number</w:t>
      </w:r>
      <w:proofErr w:type="spellEnd"/>
      <w:r w:rsidRPr="00320CE4">
        <w:t>:</w:t>
      </w:r>
      <w:r w:rsidRPr="00320CE4">
        <w:tab/>
      </w:r>
      <w:r w:rsidRPr="00320CE4">
        <w:tab/>
      </w:r>
      <w:r w:rsidR="007F0B55">
        <w:tab/>
      </w:r>
      <w:r w:rsidR="007F0B55">
        <w:t>……………………………….</w:t>
      </w:r>
    </w:p>
    <w:p w14:paraId="70D5D1C1" w14:textId="7711D504" w:rsidR="007F0B55" w:rsidRDefault="005A1C41" w:rsidP="007F0B55">
      <w:pPr>
        <w:spacing w:line="360" w:lineRule="auto"/>
      </w:pPr>
      <w:r w:rsidRPr="00320CE4">
        <w:t>E-mail:</w:t>
      </w:r>
      <w:r w:rsidRPr="00320CE4">
        <w:tab/>
      </w:r>
      <w:r w:rsidRPr="00320CE4">
        <w:tab/>
      </w:r>
      <w:r w:rsidRPr="00320CE4">
        <w:tab/>
      </w:r>
      <w:r w:rsidR="007F0B55">
        <w:tab/>
      </w:r>
      <w:r w:rsidR="007F0B55">
        <w:t>……………………………….</w:t>
      </w:r>
    </w:p>
    <w:p w14:paraId="2C249B3D" w14:textId="5C5FA041" w:rsidR="005A1C41" w:rsidRDefault="005A1C41" w:rsidP="00453082">
      <w:r w:rsidRPr="00320CE4">
        <w:t xml:space="preserve"> </w:t>
      </w:r>
    </w:p>
    <w:p w14:paraId="5B93B6DA" w14:textId="77777777" w:rsidR="00453082" w:rsidRPr="00320CE4" w:rsidRDefault="00453082" w:rsidP="00453082"/>
    <w:p w14:paraId="13644236" w14:textId="77777777" w:rsidR="005A1C41" w:rsidRPr="007F0B55" w:rsidRDefault="005A1C41" w:rsidP="00453082">
      <w:pPr>
        <w:jc w:val="center"/>
        <w:rPr>
          <w:b/>
          <w:bCs/>
        </w:rPr>
      </w:pPr>
      <w:r w:rsidRPr="007F0B55">
        <w:rPr>
          <w:b/>
          <w:bCs/>
        </w:rPr>
        <w:t xml:space="preserve">I </w:t>
      </w:r>
      <w:proofErr w:type="spellStart"/>
      <w:r w:rsidRPr="007F0B55">
        <w:rPr>
          <w:b/>
          <w:bCs/>
        </w:rPr>
        <w:t>hereby</w:t>
      </w:r>
      <w:proofErr w:type="spellEnd"/>
      <w:r w:rsidRPr="007F0B55">
        <w:rPr>
          <w:b/>
          <w:bCs/>
        </w:rPr>
        <w:t xml:space="preserve"> </w:t>
      </w:r>
      <w:proofErr w:type="spellStart"/>
      <w:r w:rsidRPr="007F0B55">
        <w:rPr>
          <w:b/>
          <w:bCs/>
        </w:rPr>
        <w:t>solemnly</w:t>
      </w:r>
      <w:proofErr w:type="spellEnd"/>
      <w:r w:rsidRPr="007F0B55">
        <w:rPr>
          <w:b/>
          <w:bCs/>
        </w:rPr>
        <w:t xml:space="preserve"> </w:t>
      </w:r>
      <w:proofErr w:type="spellStart"/>
      <w:r w:rsidRPr="007F0B55">
        <w:rPr>
          <w:b/>
          <w:bCs/>
        </w:rPr>
        <w:t>declare</w:t>
      </w:r>
      <w:proofErr w:type="spellEnd"/>
    </w:p>
    <w:p w14:paraId="084CDD4C" w14:textId="77777777" w:rsidR="005A1C41" w:rsidRPr="00320CE4" w:rsidRDefault="005A1C41" w:rsidP="00453082"/>
    <w:p w14:paraId="07D2719F" w14:textId="77777777" w:rsidR="005A1C41" w:rsidRPr="00320CE4" w:rsidRDefault="005A1C41" w:rsidP="005A1C41">
      <w:proofErr w:type="spellStart"/>
      <w:r w:rsidRPr="00320CE4">
        <w:t>that</w:t>
      </w:r>
      <w:proofErr w:type="spellEnd"/>
      <w:r w:rsidRPr="00320CE4">
        <w:t xml:space="preserve"> I </w:t>
      </w:r>
      <w:proofErr w:type="spellStart"/>
      <w:r w:rsidRPr="00320CE4">
        <w:t>am</w:t>
      </w:r>
      <w:proofErr w:type="spellEnd"/>
      <w:r w:rsidRPr="00320CE4">
        <w:t xml:space="preserve"> </w:t>
      </w:r>
      <w:proofErr w:type="spellStart"/>
      <w:r w:rsidRPr="00320CE4">
        <w:t>authorised</w:t>
      </w:r>
      <w:proofErr w:type="spellEnd"/>
      <w:r w:rsidRPr="00320CE4">
        <w:t xml:space="preserve"> to </w:t>
      </w:r>
      <w:proofErr w:type="spellStart"/>
      <w:r w:rsidRPr="00320CE4">
        <w:t>pursue</w:t>
      </w:r>
      <w:proofErr w:type="spellEnd"/>
      <w:r w:rsidRPr="00320CE4">
        <w:t xml:space="preserve"> business </w:t>
      </w:r>
      <w:proofErr w:type="spellStart"/>
      <w:r w:rsidRPr="00320CE4">
        <w:t>representing</w:t>
      </w:r>
      <w:proofErr w:type="spellEnd"/>
      <w:r w:rsidRPr="00320CE4">
        <w:t xml:space="preserve"> </w:t>
      </w:r>
      <w:proofErr w:type="spellStart"/>
      <w:r w:rsidRPr="00320CE4">
        <w:t>the</w:t>
      </w:r>
      <w:proofErr w:type="spellEnd"/>
      <w:r w:rsidRPr="00320CE4">
        <w:t xml:space="preserve"> </w:t>
      </w:r>
      <w:proofErr w:type="spellStart"/>
      <w:r w:rsidRPr="00320CE4">
        <w:t>activity</w:t>
      </w:r>
      <w:proofErr w:type="spellEnd"/>
      <w:r w:rsidRPr="00320CE4">
        <w:t xml:space="preserve"> </w:t>
      </w:r>
      <w:proofErr w:type="spellStart"/>
      <w:r w:rsidRPr="00320CE4">
        <w:t>specified</w:t>
      </w:r>
      <w:proofErr w:type="spellEnd"/>
      <w:r w:rsidRPr="00320CE4">
        <w:t xml:space="preserve"> </w:t>
      </w:r>
    </w:p>
    <w:p w14:paraId="2F5D9F67" w14:textId="77777777" w:rsidR="005A1C41" w:rsidRPr="00320CE4" w:rsidRDefault="005A1C41" w:rsidP="005A1C41">
      <w:r w:rsidRPr="00320CE4">
        <w:t xml:space="preserve">in </w:t>
      </w:r>
      <w:proofErr w:type="spellStart"/>
      <w:r w:rsidRPr="00320CE4">
        <w:t>Section</w:t>
      </w:r>
      <w:proofErr w:type="spellEnd"/>
      <w:r w:rsidRPr="00320CE4">
        <w:t xml:space="preserve"> 4 of </w:t>
      </w:r>
      <w:proofErr w:type="spellStart"/>
      <w:r w:rsidRPr="00320CE4">
        <w:t>Act</w:t>
      </w:r>
      <w:proofErr w:type="spellEnd"/>
      <w:r w:rsidRPr="00320CE4">
        <w:t xml:space="preserve"> no. 138/1992 </w:t>
      </w:r>
      <w:proofErr w:type="spellStart"/>
      <w:r w:rsidRPr="00320CE4">
        <w:t>Coll</w:t>
      </w:r>
      <w:proofErr w:type="spellEnd"/>
      <w:r w:rsidRPr="00320CE4">
        <w:t xml:space="preserve">. on </w:t>
      </w:r>
      <w:proofErr w:type="spellStart"/>
      <w:r w:rsidRPr="00320CE4">
        <w:t>authorised</w:t>
      </w:r>
      <w:proofErr w:type="spellEnd"/>
      <w:r w:rsidRPr="00320CE4">
        <w:t xml:space="preserve"> </w:t>
      </w:r>
      <w:proofErr w:type="spellStart"/>
      <w:r w:rsidRPr="00320CE4">
        <w:t>architects</w:t>
      </w:r>
      <w:proofErr w:type="spellEnd"/>
      <w:r w:rsidRPr="00320CE4">
        <w:t xml:space="preserve"> and </w:t>
      </w:r>
      <w:proofErr w:type="spellStart"/>
      <w:r w:rsidRPr="00320CE4">
        <w:t>authorised</w:t>
      </w:r>
      <w:proofErr w:type="spellEnd"/>
      <w:r w:rsidRPr="00320CE4">
        <w:t xml:space="preserve"> civil </w:t>
      </w:r>
      <w:proofErr w:type="spellStart"/>
      <w:r w:rsidRPr="00320CE4">
        <w:t>engineers</w:t>
      </w:r>
      <w:proofErr w:type="spellEnd"/>
      <w:r w:rsidRPr="00320CE4">
        <w:t xml:space="preserve">, as </w:t>
      </w:r>
      <w:proofErr w:type="spellStart"/>
      <w:r w:rsidRPr="00320CE4">
        <w:t>amended</w:t>
      </w:r>
      <w:proofErr w:type="spellEnd"/>
      <w:r w:rsidRPr="00320CE4">
        <w:t xml:space="preserve">, or </w:t>
      </w:r>
      <w:proofErr w:type="spellStart"/>
      <w:r w:rsidRPr="00320CE4">
        <w:t>according</w:t>
      </w:r>
      <w:proofErr w:type="spellEnd"/>
      <w:r w:rsidRPr="00320CE4">
        <w:t xml:space="preserve"> to </w:t>
      </w:r>
      <w:proofErr w:type="spellStart"/>
      <w:r w:rsidRPr="00320CE4">
        <w:t>the</w:t>
      </w:r>
      <w:proofErr w:type="spellEnd"/>
      <w:r w:rsidRPr="00320CE4">
        <w:t xml:space="preserve"> </w:t>
      </w:r>
      <w:proofErr w:type="spellStart"/>
      <w:r w:rsidRPr="00320CE4">
        <w:t>equivalent</w:t>
      </w:r>
      <w:proofErr w:type="spellEnd"/>
      <w:r w:rsidRPr="00320CE4">
        <w:t xml:space="preserve"> </w:t>
      </w:r>
      <w:proofErr w:type="spellStart"/>
      <w:r w:rsidRPr="00320CE4">
        <w:t>law</w:t>
      </w:r>
      <w:proofErr w:type="spellEnd"/>
      <w:r w:rsidRPr="00320CE4">
        <w:t xml:space="preserve"> </w:t>
      </w:r>
      <w:proofErr w:type="spellStart"/>
      <w:r w:rsidRPr="00320CE4">
        <w:t>applicable</w:t>
      </w:r>
      <w:proofErr w:type="spellEnd"/>
      <w:r w:rsidRPr="00320CE4">
        <w:t xml:space="preserve"> in </w:t>
      </w:r>
      <w:proofErr w:type="spellStart"/>
      <w:r w:rsidRPr="00320CE4">
        <w:t>the</w:t>
      </w:r>
      <w:proofErr w:type="spellEnd"/>
      <w:r w:rsidRPr="00320CE4">
        <w:t xml:space="preserve"> country in </w:t>
      </w:r>
      <w:proofErr w:type="spellStart"/>
      <w:r w:rsidRPr="00320CE4">
        <w:t>which</w:t>
      </w:r>
      <w:proofErr w:type="spellEnd"/>
      <w:r w:rsidRPr="00320CE4">
        <w:t xml:space="preserve"> I </w:t>
      </w:r>
      <w:proofErr w:type="spellStart"/>
      <w:r w:rsidRPr="00320CE4">
        <w:t>am</w:t>
      </w:r>
      <w:proofErr w:type="spellEnd"/>
      <w:r w:rsidRPr="00320CE4">
        <w:t xml:space="preserve"> </w:t>
      </w:r>
      <w:proofErr w:type="spellStart"/>
      <w:r w:rsidRPr="00320CE4">
        <w:t>registered</w:t>
      </w:r>
      <w:proofErr w:type="spellEnd"/>
      <w:r w:rsidRPr="00320CE4">
        <w:t xml:space="preserve"> </w:t>
      </w:r>
      <w:proofErr w:type="spellStart"/>
      <w:r w:rsidRPr="00320CE4">
        <w:t>for</w:t>
      </w:r>
      <w:proofErr w:type="spellEnd"/>
      <w:r w:rsidRPr="00320CE4">
        <w:t xml:space="preserve"> </w:t>
      </w:r>
      <w:proofErr w:type="spellStart"/>
      <w:r w:rsidRPr="00320CE4">
        <w:t>the</w:t>
      </w:r>
      <w:proofErr w:type="spellEnd"/>
      <w:r w:rsidRPr="00320CE4">
        <w:t xml:space="preserve"> </w:t>
      </w:r>
      <w:proofErr w:type="spellStart"/>
      <w:r w:rsidRPr="00320CE4">
        <w:t>pursuit</w:t>
      </w:r>
      <w:proofErr w:type="spellEnd"/>
      <w:r w:rsidRPr="00320CE4">
        <w:t xml:space="preserve"> of </w:t>
      </w:r>
      <w:proofErr w:type="spellStart"/>
      <w:r w:rsidRPr="00320CE4">
        <w:t>the</w:t>
      </w:r>
      <w:proofErr w:type="spellEnd"/>
      <w:r w:rsidRPr="00320CE4">
        <w:t xml:space="preserve"> </w:t>
      </w:r>
      <w:proofErr w:type="spellStart"/>
      <w:r w:rsidRPr="00320CE4">
        <w:t>specified</w:t>
      </w:r>
      <w:proofErr w:type="spellEnd"/>
      <w:r w:rsidRPr="00320CE4">
        <w:t xml:space="preserve"> business.</w:t>
      </w:r>
    </w:p>
    <w:p w14:paraId="35B90690" w14:textId="77777777" w:rsidR="005A1C41" w:rsidRPr="00320CE4" w:rsidRDefault="005A1C41" w:rsidP="005A1C41"/>
    <w:p w14:paraId="163D9B7B" w14:textId="77777777" w:rsidR="005A1C41" w:rsidRPr="00320CE4" w:rsidRDefault="005A1C41" w:rsidP="005A1C41">
      <w:r w:rsidRPr="00320CE4">
        <w:t xml:space="preserve">I </w:t>
      </w:r>
      <w:proofErr w:type="spellStart"/>
      <w:r w:rsidRPr="00320CE4">
        <w:t>give</w:t>
      </w:r>
      <w:proofErr w:type="spellEnd"/>
      <w:r w:rsidRPr="00320CE4">
        <w:t xml:space="preserve"> </w:t>
      </w:r>
      <w:proofErr w:type="spellStart"/>
      <w:r w:rsidRPr="00320CE4">
        <w:t>this</w:t>
      </w:r>
      <w:proofErr w:type="spellEnd"/>
      <w:r w:rsidRPr="00320CE4">
        <w:t xml:space="preserve"> </w:t>
      </w:r>
      <w:proofErr w:type="spellStart"/>
      <w:r w:rsidRPr="00320CE4">
        <w:t>declaration</w:t>
      </w:r>
      <w:proofErr w:type="spellEnd"/>
      <w:r w:rsidRPr="00320CE4">
        <w:t xml:space="preserve"> on </w:t>
      </w:r>
      <w:proofErr w:type="spellStart"/>
      <w:r w:rsidRPr="00320CE4">
        <w:t>oath</w:t>
      </w:r>
      <w:proofErr w:type="spellEnd"/>
      <w:r w:rsidRPr="00320CE4">
        <w:t xml:space="preserve"> </w:t>
      </w:r>
      <w:proofErr w:type="spellStart"/>
      <w:r w:rsidRPr="00320CE4">
        <w:t>for</w:t>
      </w:r>
      <w:proofErr w:type="spellEnd"/>
      <w:r w:rsidRPr="00320CE4">
        <w:t xml:space="preserve"> </w:t>
      </w:r>
      <w:proofErr w:type="spellStart"/>
      <w:r w:rsidRPr="00320CE4">
        <w:t>the</w:t>
      </w:r>
      <w:proofErr w:type="spellEnd"/>
      <w:r w:rsidRPr="00320CE4">
        <w:t xml:space="preserve"> </w:t>
      </w:r>
      <w:proofErr w:type="spellStart"/>
      <w:r w:rsidRPr="00320CE4">
        <w:t>purpose</w:t>
      </w:r>
      <w:proofErr w:type="spellEnd"/>
      <w:r w:rsidRPr="00320CE4">
        <w:t xml:space="preserve"> of </w:t>
      </w:r>
      <w:proofErr w:type="spellStart"/>
      <w:r w:rsidRPr="00320CE4">
        <w:t>participation</w:t>
      </w:r>
      <w:proofErr w:type="spellEnd"/>
      <w:r w:rsidRPr="00320CE4">
        <w:t xml:space="preserve"> in </w:t>
      </w:r>
      <w:proofErr w:type="spellStart"/>
      <w:r w:rsidRPr="00320CE4">
        <w:t>the</w:t>
      </w:r>
      <w:proofErr w:type="spellEnd"/>
      <w:r w:rsidRPr="00320CE4">
        <w:t xml:space="preserve"> design </w:t>
      </w:r>
      <w:proofErr w:type="spellStart"/>
      <w:r w:rsidRPr="00320CE4">
        <w:t>competition</w:t>
      </w:r>
      <w:proofErr w:type="spellEnd"/>
      <w:r w:rsidRPr="00320CE4">
        <w:t xml:space="preserve"> </w:t>
      </w:r>
      <w:proofErr w:type="spellStart"/>
      <w:r w:rsidRPr="00320CE4">
        <w:t>titled</w:t>
      </w:r>
      <w:proofErr w:type="spellEnd"/>
      <w:r w:rsidRPr="00320CE4">
        <w:t xml:space="preserve"> "</w:t>
      </w:r>
      <w:proofErr w:type="spellStart"/>
      <w:r w:rsidRPr="00320CE4">
        <w:t>Grössling</w:t>
      </w:r>
      <w:proofErr w:type="spellEnd"/>
      <w:r w:rsidRPr="00320CE4">
        <w:t xml:space="preserve">" </w:t>
      </w:r>
      <w:proofErr w:type="spellStart"/>
      <w:r w:rsidRPr="00320CE4">
        <w:t>according</w:t>
      </w:r>
      <w:proofErr w:type="spellEnd"/>
      <w:r w:rsidRPr="00320CE4">
        <w:t xml:space="preserve"> to </w:t>
      </w:r>
      <w:proofErr w:type="spellStart"/>
      <w:r w:rsidRPr="00320CE4">
        <w:t>Section</w:t>
      </w:r>
      <w:proofErr w:type="spellEnd"/>
      <w:r w:rsidRPr="00320CE4">
        <w:t xml:space="preserve"> 119 et </w:t>
      </w:r>
      <w:proofErr w:type="spellStart"/>
      <w:r w:rsidRPr="00320CE4">
        <w:t>seq</w:t>
      </w:r>
      <w:proofErr w:type="spellEnd"/>
      <w:r w:rsidRPr="00320CE4">
        <w:t xml:space="preserve">. of </w:t>
      </w:r>
      <w:proofErr w:type="spellStart"/>
      <w:r w:rsidRPr="00320CE4">
        <w:t>Act</w:t>
      </w:r>
      <w:proofErr w:type="spellEnd"/>
      <w:r w:rsidRPr="00320CE4">
        <w:t xml:space="preserve"> no. 343/2015 </w:t>
      </w:r>
      <w:proofErr w:type="spellStart"/>
      <w:r w:rsidRPr="00320CE4">
        <w:t>Coll</w:t>
      </w:r>
      <w:proofErr w:type="spellEnd"/>
      <w:r w:rsidRPr="00320CE4">
        <w:t xml:space="preserve">. on </w:t>
      </w:r>
      <w:proofErr w:type="spellStart"/>
      <w:r w:rsidRPr="00320CE4">
        <w:t>public</w:t>
      </w:r>
      <w:proofErr w:type="spellEnd"/>
      <w:r w:rsidRPr="00320CE4">
        <w:t xml:space="preserve"> </w:t>
      </w:r>
      <w:proofErr w:type="spellStart"/>
      <w:r w:rsidRPr="00320CE4">
        <w:t>procurement</w:t>
      </w:r>
      <w:proofErr w:type="spellEnd"/>
      <w:r w:rsidRPr="00320CE4">
        <w:t xml:space="preserve">, as </w:t>
      </w:r>
      <w:proofErr w:type="spellStart"/>
      <w:r w:rsidRPr="00320CE4">
        <w:t>amended</w:t>
      </w:r>
      <w:proofErr w:type="spellEnd"/>
      <w:r w:rsidRPr="00320CE4">
        <w:t>.</w:t>
      </w:r>
    </w:p>
    <w:p w14:paraId="54827701" w14:textId="77777777" w:rsidR="005A1C41" w:rsidRPr="00320CE4" w:rsidRDefault="005A1C41" w:rsidP="005A1C41"/>
    <w:p w14:paraId="33834AAD" w14:textId="77777777" w:rsidR="005A1C41" w:rsidRDefault="005A1C41" w:rsidP="00D076FA">
      <w:pPr>
        <w:rPr>
          <w:b/>
          <w:bCs/>
        </w:rPr>
      </w:pPr>
    </w:p>
    <w:p w14:paraId="5FAA9FEE" w14:textId="4ED48E50" w:rsidR="00D076FA" w:rsidRPr="006E787C" w:rsidRDefault="00D076FA" w:rsidP="00D076FA">
      <w:pPr>
        <w:rPr>
          <w:b/>
          <w:bCs/>
        </w:rPr>
      </w:pPr>
      <w:r w:rsidRPr="006E787C">
        <w:rPr>
          <w:b/>
          <w:bCs/>
        </w:rPr>
        <w:t>Identifikácia autorov návrhu a súhlas autorov s použitím návrhu</w:t>
      </w:r>
    </w:p>
    <w:p w14:paraId="2FC65E61" w14:textId="77777777" w:rsidR="00D076FA" w:rsidRDefault="00D076FA" w:rsidP="00D076FA">
      <w:r>
        <w:t>Autori diela ktoré predstavuje súťažný návrh súhlasia s použitím diela ako súťažného návrhu v celom rozsahu, ktorý je potrebný na účely účasti účastníka súťaže v súťaži návrhov, a ktorý je potrebný na účely uzavretia zmluvy o zadaní zákazky alebo obdobnej zmluvy medzi účastníkom a vyhlasovateľom súťaže v prípade, ak sa stane súťažný návrh návrhom víťazným.</w:t>
      </w:r>
    </w:p>
    <w:p w14:paraId="681F7ECF" w14:textId="77777777" w:rsidR="00D076FA" w:rsidRDefault="00D076FA" w:rsidP="00D076FA"/>
    <w:p w14:paraId="1B50C7A8" w14:textId="50289AC2" w:rsidR="00D076FA" w:rsidRDefault="00D076FA" w:rsidP="00D076FA"/>
    <w:p w14:paraId="40C5F2D9" w14:textId="77777777" w:rsidR="00840BB9" w:rsidRDefault="00840BB9" w:rsidP="00D076FA"/>
    <w:p w14:paraId="0508468F" w14:textId="77777777" w:rsidR="00D076FA" w:rsidRDefault="00D076FA" w:rsidP="00D076FA">
      <w:r>
        <w:t>Autormi súťažného návrhu sú:</w:t>
      </w:r>
      <w:bookmarkStart w:id="0" w:name="_GoBack"/>
      <w:bookmarkEnd w:id="0"/>
    </w:p>
    <w:p w14:paraId="29879D37" w14:textId="77777777" w:rsidR="00D076FA" w:rsidRDefault="00D076FA" w:rsidP="00D076FA">
      <w:r>
        <w:t>1.       ………...…(meno a priezvisko)……...…………, podpis: ………………………………..</w:t>
      </w:r>
    </w:p>
    <w:p w14:paraId="52A70279" w14:textId="77777777" w:rsidR="00D076FA" w:rsidRDefault="00D076FA" w:rsidP="00D076FA">
      <w:r>
        <w:t>2.       ………...…(meno a priezvisko)……...…………, podpis: ………………………………..</w:t>
      </w:r>
    </w:p>
    <w:p w14:paraId="6C16BE56" w14:textId="77777777" w:rsidR="00D076FA" w:rsidRDefault="00D076FA" w:rsidP="00D076FA">
      <w:r>
        <w:t>3.       ………...…(meno a priezvisko)……...…………, podpis: ………………………………..</w:t>
      </w:r>
    </w:p>
    <w:p w14:paraId="3F90D60A" w14:textId="77777777" w:rsidR="00D076FA" w:rsidRDefault="00D076FA" w:rsidP="00D076FA">
      <w:r>
        <w:t>4.       ………...…(meno a priezvisko)……...…………, podpis: ………………………………..</w:t>
      </w:r>
    </w:p>
    <w:p w14:paraId="32700D95" w14:textId="77777777" w:rsidR="00D076FA" w:rsidRDefault="00D076FA" w:rsidP="00D076FA">
      <w:r>
        <w:t>5.       ………...…(meno a priezvisko)……...…………, podpis: ………………………………..</w:t>
      </w:r>
    </w:p>
    <w:p w14:paraId="0FC5DFB4" w14:textId="77777777" w:rsidR="00D076FA" w:rsidRDefault="00D076FA" w:rsidP="00D076FA">
      <w:r>
        <w:t>6.       ………...…(meno a priezvisko)……...…………, podpis: ………………………………..</w:t>
      </w:r>
    </w:p>
    <w:p w14:paraId="3523B650" w14:textId="77777777" w:rsidR="00D076FA" w:rsidRDefault="00D076FA" w:rsidP="00D076FA">
      <w:r>
        <w:t>7.       ………...…(meno a priezvisko)……...…………, podpis: ………………………………..</w:t>
      </w:r>
    </w:p>
    <w:p w14:paraId="3615DE33" w14:textId="77777777" w:rsidR="00D076FA" w:rsidRDefault="00D076FA" w:rsidP="00D076FA">
      <w:r>
        <w:t xml:space="preserve">8.   </w:t>
      </w:r>
      <w:r>
        <w:tab/>
      </w:r>
      <w:r w:rsidRPr="00DC4369">
        <w:rPr>
          <w:i/>
          <w:iCs/>
        </w:rPr>
        <w:t>(doplniť podľa potreby)</w:t>
      </w:r>
    </w:p>
    <w:p w14:paraId="7FFA1AC6" w14:textId="77777777" w:rsidR="00D076FA" w:rsidRDefault="00D076FA" w:rsidP="00D076FA"/>
    <w:p w14:paraId="38E20C60" w14:textId="77777777" w:rsidR="00D076FA" w:rsidRPr="00DC4369" w:rsidRDefault="00D076FA" w:rsidP="00D076FA">
      <w:pPr>
        <w:rPr>
          <w:i/>
          <w:iCs/>
        </w:rPr>
      </w:pPr>
      <w:r w:rsidRPr="00DC4369">
        <w:rPr>
          <w:i/>
          <w:iCs/>
        </w:rPr>
        <w:t>(úradné osvedčenie podpisov sa nevyžaduje)</w:t>
      </w:r>
    </w:p>
    <w:p w14:paraId="53018ED3" w14:textId="77777777" w:rsidR="00D076FA" w:rsidRDefault="00D076FA" w:rsidP="00840BB9"/>
    <w:p w14:paraId="7DD10738" w14:textId="4D4FDE5B" w:rsidR="00D076FA" w:rsidRDefault="00D076FA" w:rsidP="00840BB9"/>
    <w:p w14:paraId="0C12387B" w14:textId="320D7DFB" w:rsidR="00840BB9" w:rsidRDefault="00840BB9" w:rsidP="00840BB9"/>
    <w:p w14:paraId="4AA6E1F8" w14:textId="77777777" w:rsidR="00840BB9" w:rsidRDefault="00840BB9" w:rsidP="00840BB9"/>
    <w:p w14:paraId="570EF5FD" w14:textId="77777777" w:rsidR="00D076FA" w:rsidRDefault="00D076FA" w:rsidP="00840BB9"/>
    <w:p w14:paraId="73FFD47B" w14:textId="77777777" w:rsidR="00D076FA" w:rsidRDefault="00D076FA" w:rsidP="00840BB9"/>
    <w:p w14:paraId="38877044" w14:textId="77777777" w:rsidR="00D076FA" w:rsidRDefault="00D076FA" w:rsidP="00840BB9"/>
    <w:p w14:paraId="3EEAA4AA" w14:textId="0ED079B7" w:rsidR="00D076FA" w:rsidRDefault="00D076FA" w:rsidP="00840BB9">
      <w:pPr>
        <w:jc w:val="center"/>
      </w:pPr>
      <w:r>
        <w:t>………………………………..………………………………..………………………</w:t>
      </w:r>
      <w:r w:rsidR="00840BB9">
        <w:t>…………………………</w:t>
      </w:r>
    </w:p>
    <w:p w14:paraId="3F699B4D" w14:textId="34A06939" w:rsidR="0080080B" w:rsidRDefault="00D076FA" w:rsidP="00840BB9">
      <w:pPr>
        <w:jc w:val="center"/>
      </w:pPr>
      <w:r>
        <w:t>podpis účastníka súťaže návrhov s miestom a</w:t>
      </w:r>
      <w:r w:rsidR="007F0B55">
        <w:t> </w:t>
      </w:r>
      <w:r>
        <w:t>dátumom</w:t>
      </w:r>
    </w:p>
    <w:p w14:paraId="33D22192" w14:textId="32DA23EA" w:rsidR="007F0B55" w:rsidRDefault="007F0B55" w:rsidP="00840BB9"/>
    <w:p w14:paraId="09622FC6" w14:textId="77777777" w:rsidR="007F0B55" w:rsidRDefault="007F0B55" w:rsidP="00840BB9"/>
    <w:p w14:paraId="326A0EAA" w14:textId="77777777" w:rsidR="007F0B55" w:rsidRDefault="007F0B55" w:rsidP="00840BB9"/>
    <w:p w14:paraId="7C83FE2C" w14:textId="77777777" w:rsidR="007F0B55" w:rsidRDefault="007F0B55" w:rsidP="00840BB9"/>
    <w:p w14:paraId="11918D1F" w14:textId="77777777" w:rsidR="007F0B55" w:rsidRDefault="007F0B55" w:rsidP="00840BB9"/>
    <w:p w14:paraId="78BE3C1F" w14:textId="77777777" w:rsidR="007F0B55" w:rsidRDefault="007F0B55" w:rsidP="00840BB9"/>
    <w:p w14:paraId="0F111DA0" w14:textId="77777777" w:rsidR="007F0B55" w:rsidRDefault="007F0B55" w:rsidP="00840BB9"/>
    <w:p w14:paraId="019BF387" w14:textId="77777777" w:rsidR="007F0B55" w:rsidRDefault="007F0B55" w:rsidP="00840BB9"/>
    <w:p w14:paraId="0D6C13AC" w14:textId="77777777" w:rsidR="007F0B55" w:rsidRDefault="007F0B55" w:rsidP="007F0B55"/>
    <w:p w14:paraId="304B404C" w14:textId="77777777" w:rsidR="007F0B55" w:rsidRDefault="007F0B55" w:rsidP="007F0B55"/>
    <w:p w14:paraId="43D40785" w14:textId="77777777" w:rsidR="007F0B55" w:rsidRDefault="007F0B55" w:rsidP="007F0B55"/>
    <w:p w14:paraId="58472C14" w14:textId="77777777" w:rsidR="007F0B55" w:rsidRDefault="007F0B55" w:rsidP="007F0B55"/>
    <w:p w14:paraId="7DB60CD1" w14:textId="77777777" w:rsidR="007F0B55" w:rsidRDefault="007F0B55" w:rsidP="007F0B55"/>
    <w:p w14:paraId="1BA1CB11" w14:textId="77777777" w:rsidR="007F0B55" w:rsidRDefault="007F0B55" w:rsidP="007F0B55"/>
    <w:p w14:paraId="502FD8F7" w14:textId="77777777" w:rsidR="007F0B55" w:rsidRDefault="007F0B55" w:rsidP="007F0B55"/>
    <w:p w14:paraId="52C33776" w14:textId="77777777" w:rsidR="007F0B55" w:rsidRDefault="007F0B55" w:rsidP="007F0B55"/>
    <w:p w14:paraId="21E8E193" w14:textId="77777777" w:rsidR="007F0B55" w:rsidRDefault="007F0B55" w:rsidP="007F0B55"/>
    <w:p w14:paraId="0D0FD0E3" w14:textId="77777777" w:rsidR="007F0B55" w:rsidRDefault="007F0B55" w:rsidP="007F0B55"/>
    <w:p w14:paraId="06FA897D" w14:textId="77777777" w:rsidR="007F0B55" w:rsidRDefault="007F0B55" w:rsidP="007F0B55"/>
    <w:p w14:paraId="46D9F361" w14:textId="77777777" w:rsidR="007F0B55" w:rsidRDefault="007F0B55" w:rsidP="007F0B55"/>
    <w:p w14:paraId="2F3CCA32" w14:textId="0CCF6EDA" w:rsidR="007F0B55" w:rsidRPr="007F0B55" w:rsidRDefault="007F0B55" w:rsidP="007F0B55">
      <w:pPr>
        <w:rPr>
          <w:b/>
          <w:bCs/>
        </w:rPr>
      </w:pPr>
      <w:proofErr w:type="spellStart"/>
      <w:r w:rsidRPr="007F0B55">
        <w:rPr>
          <w:b/>
          <w:bCs/>
        </w:rPr>
        <w:t>Identification</w:t>
      </w:r>
      <w:proofErr w:type="spellEnd"/>
      <w:r w:rsidRPr="007F0B55">
        <w:rPr>
          <w:b/>
          <w:bCs/>
        </w:rPr>
        <w:t xml:space="preserve"> of </w:t>
      </w:r>
      <w:proofErr w:type="spellStart"/>
      <w:r w:rsidRPr="007F0B55">
        <w:rPr>
          <w:b/>
          <w:bCs/>
        </w:rPr>
        <w:t>the</w:t>
      </w:r>
      <w:proofErr w:type="spellEnd"/>
      <w:r w:rsidRPr="007F0B55">
        <w:rPr>
          <w:b/>
          <w:bCs/>
        </w:rPr>
        <w:t xml:space="preserve"> </w:t>
      </w:r>
      <w:proofErr w:type="spellStart"/>
      <w:r w:rsidRPr="007F0B55">
        <w:rPr>
          <w:b/>
          <w:bCs/>
        </w:rPr>
        <w:t>design’s</w:t>
      </w:r>
      <w:proofErr w:type="spellEnd"/>
      <w:r w:rsidRPr="007F0B55">
        <w:rPr>
          <w:b/>
          <w:bCs/>
        </w:rPr>
        <w:t xml:space="preserve"> </w:t>
      </w:r>
      <w:proofErr w:type="spellStart"/>
      <w:r w:rsidRPr="007F0B55">
        <w:rPr>
          <w:b/>
          <w:bCs/>
        </w:rPr>
        <w:t>authors</w:t>
      </w:r>
      <w:proofErr w:type="spellEnd"/>
      <w:r w:rsidRPr="007F0B55">
        <w:rPr>
          <w:b/>
          <w:bCs/>
        </w:rPr>
        <w:t xml:space="preserve"> and </w:t>
      </w:r>
      <w:proofErr w:type="spellStart"/>
      <w:r w:rsidRPr="007F0B55">
        <w:rPr>
          <w:b/>
          <w:bCs/>
        </w:rPr>
        <w:t>consent</w:t>
      </w:r>
      <w:proofErr w:type="spellEnd"/>
      <w:r w:rsidRPr="007F0B55">
        <w:rPr>
          <w:b/>
          <w:bCs/>
        </w:rPr>
        <w:t xml:space="preserve"> of </w:t>
      </w:r>
      <w:proofErr w:type="spellStart"/>
      <w:r w:rsidRPr="007F0B55">
        <w:rPr>
          <w:b/>
          <w:bCs/>
        </w:rPr>
        <w:t>the</w:t>
      </w:r>
      <w:proofErr w:type="spellEnd"/>
      <w:r w:rsidRPr="007F0B55">
        <w:rPr>
          <w:b/>
          <w:bCs/>
        </w:rPr>
        <w:t xml:space="preserve"> </w:t>
      </w:r>
      <w:proofErr w:type="spellStart"/>
      <w:r w:rsidRPr="007F0B55">
        <w:rPr>
          <w:b/>
          <w:bCs/>
        </w:rPr>
        <w:t>authors</w:t>
      </w:r>
      <w:proofErr w:type="spellEnd"/>
      <w:r w:rsidRPr="007F0B55">
        <w:rPr>
          <w:b/>
          <w:bCs/>
        </w:rPr>
        <w:t xml:space="preserve"> to </w:t>
      </w:r>
      <w:proofErr w:type="spellStart"/>
      <w:r w:rsidRPr="007F0B55">
        <w:rPr>
          <w:b/>
          <w:bCs/>
        </w:rPr>
        <w:t>the</w:t>
      </w:r>
      <w:proofErr w:type="spellEnd"/>
      <w:r w:rsidRPr="007F0B55">
        <w:rPr>
          <w:b/>
          <w:bCs/>
        </w:rPr>
        <w:t xml:space="preserve"> </w:t>
      </w:r>
      <w:proofErr w:type="spellStart"/>
      <w:r w:rsidRPr="007F0B55">
        <w:rPr>
          <w:b/>
          <w:bCs/>
        </w:rPr>
        <w:t>use</w:t>
      </w:r>
      <w:proofErr w:type="spellEnd"/>
      <w:r w:rsidRPr="007F0B55">
        <w:rPr>
          <w:b/>
          <w:bCs/>
        </w:rPr>
        <w:t xml:space="preserve"> of </w:t>
      </w:r>
      <w:proofErr w:type="spellStart"/>
      <w:r w:rsidRPr="007F0B55">
        <w:rPr>
          <w:b/>
          <w:bCs/>
        </w:rPr>
        <w:t>the</w:t>
      </w:r>
      <w:proofErr w:type="spellEnd"/>
      <w:r w:rsidRPr="007F0B55">
        <w:rPr>
          <w:b/>
          <w:bCs/>
        </w:rPr>
        <w:t xml:space="preserve"> design</w:t>
      </w:r>
    </w:p>
    <w:p w14:paraId="4A259D88" w14:textId="77777777" w:rsidR="007F0B55" w:rsidRPr="00320CE4" w:rsidRDefault="007F0B55" w:rsidP="007F0B55">
      <w:proofErr w:type="spellStart"/>
      <w:r w:rsidRPr="00320CE4">
        <w:t>Authors</w:t>
      </w:r>
      <w:proofErr w:type="spellEnd"/>
      <w:r w:rsidRPr="00320CE4">
        <w:t xml:space="preserve"> of </w:t>
      </w:r>
      <w:proofErr w:type="spellStart"/>
      <w:r w:rsidRPr="00320CE4">
        <w:t>the</w:t>
      </w:r>
      <w:proofErr w:type="spellEnd"/>
      <w:r w:rsidRPr="00320CE4">
        <w:t xml:space="preserve"> </w:t>
      </w:r>
      <w:proofErr w:type="spellStart"/>
      <w:r w:rsidRPr="00320CE4">
        <w:t>work</w:t>
      </w:r>
      <w:proofErr w:type="spellEnd"/>
      <w:r w:rsidRPr="00320CE4">
        <w:t xml:space="preserve"> </w:t>
      </w:r>
      <w:proofErr w:type="spellStart"/>
      <w:r w:rsidRPr="00320CE4">
        <w:t>which</w:t>
      </w:r>
      <w:proofErr w:type="spellEnd"/>
      <w:r w:rsidRPr="00320CE4">
        <w:t xml:space="preserve"> </w:t>
      </w:r>
      <w:proofErr w:type="spellStart"/>
      <w:r w:rsidRPr="00320CE4">
        <w:t>represents</w:t>
      </w:r>
      <w:proofErr w:type="spellEnd"/>
      <w:r w:rsidRPr="00320CE4">
        <w:t xml:space="preserve"> </w:t>
      </w:r>
      <w:proofErr w:type="spellStart"/>
      <w:r w:rsidRPr="00320CE4">
        <w:t>the</w:t>
      </w:r>
      <w:proofErr w:type="spellEnd"/>
      <w:r w:rsidRPr="00320CE4">
        <w:t xml:space="preserve"> </w:t>
      </w:r>
      <w:proofErr w:type="spellStart"/>
      <w:r w:rsidRPr="00320CE4">
        <w:t>competition</w:t>
      </w:r>
      <w:proofErr w:type="spellEnd"/>
      <w:r w:rsidRPr="00320CE4">
        <w:t xml:space="preserve"> design </w:t>
      </w:r>
      <w:proofErr w:type="spellStart"/>
      <w:r w:rsidRPr="00320CE4">
        <w:t>hereby</w:t>
      </w:r>
      <w:proofErr w:type="spellEnd"/>
      <w:r w:rsidRPr="00320CE4">
        <w:t xml:space="preserve"> </w:t>
      </w:r>
      <w:proofErr w:type="spellStart"/>
      <w:r w:rsidRPr="00320CE4">
        <w:t>give</w:t>
      </w:r>
      <w:proofErr w:type="spellEnd"/>
      <w:r w:rsidRPr="00320CE4">
        <w:t xml:space="preserve"> </w:t>
      </w:r>
      <w:proofErr w:type="spellStart"/>
      <w:r w:rsidRPr="00320CE4">
        <w:t>their</w:t>
      </w:r>
      <w:proofErr w:type="spellEnd"/>
      <w:r w:rsidRPr="00320CE4">
        <w:t xml:space="preserve"> </w:t>
      </w:r>
      <w:proofErr w:type="spellStart"/>
      <w:r w:rsidRPr="00320CE4">
        <w:t>consent</w:t>
      </w:r>
      <w:proofErr w:type="spellEnd"/>
      <w:r w:rsidRPr="00320CE4">
        <w:t xml:space="preserve"> to </w:t>
      </w:r>
      <w:proofErr w:type="spellStart"/>
      <w:r w:rsidRPr="00320CE4">
        <w:t>the</w:t>
      </w:r>
      <w:proofErr w:type="spellEnd"/>
      <w:r w:rsidRPr="00320CE4">
        <w:t xml:space="preserve"> </w:t>
      </w:r>
      <w:proofErr w:type="spellStart"/>
      <w:r w:rsidRPr="00320CE4">
        <w:t>use</w:t>
      </w:r>
      <w:proofErr w:type="spellEnd"/>
      <w:r w:rsidRPr="00320CE4">
        <w:t xml:space="preserve"> of </w:t>
      </w:r>
      <w:proofErr w:type="spellStart"/>
      <w:r w:rsidRPr="00320CE4">
        <w:t>the</w:t>
      </w:r>
      <w:proofErr w:type="spellEnd"/>
      <w:r w:rsidRPr="00320CE4">
        <w:t xml:space="preserve"> </w:t>
      </w:r>
      <w:proofErr w:type="spellStart"/>
      <w:r w:rsidRPr="00320CE4">
        <w:t>work</w:t>
      </w:r>
      <w:proofErr w:type="spellEnd"/>
      <w:r w:rsidRPr="00320CE4">
        <w:t xml:space="preserve"> as a </w:t>
      </w:r>
      <w:proofErr w:type="spellStart"/>
      <w:r w:rsidRPr="00320CE4">
        <w:t>competition</w:t>
      </w:r>
      <w:proofErr w:type="spellEnd"/>
      <w:r w:rsidRPr="00320CE4">
        <w:t xml:space="preserve"> design in </w:t>
      </w:r>
      <w:proofErr w:type="spellStart"/>
      <w:r w:rsidRPr="00320CE4">
        <w:t>the</w:t>
      </w:r>
      <w:proofErr w:type="spellEnd"/>
      <w:r w:rsidRPr="00320CE4">
        <w:t xml:space="preserve"> </w:t>
      </w:r>
      <w:proofErr w:type="spellStart"/>
      <w:r w:rsidRPr="00320CE4">
        <w:t>entire</w:t>
      </w:r>
      <w:proofErr w:type="spellEnd"/>
      <w:r w:rsidRPr="00320CE4">
        <w:t xml:space="preserve"> </w:t>
      </w:r>
      <w:proofErr w:type="spellStart"/>
      <w:r w:rsidRPr="00320CE4">
        <w:t>extent</w:t>
      </w:r>
      <w:proofErr w:type="spellEnd"/>
      <w:r w:rsidRPr="00320CE4">
        <w:t xml:space="preserve">, </w:t>
      </w:r>
      <w:proofErr w:type="spellStart"/>
      <w:r w:rsidRPr="00320CE4">
        <w:t>which</w:t>
      </w:r>
      <w:proofErr w:type="spellEnd"/>
      <w:r w:rsidRPr="00320CE4">
        <w:t xml:space="preserve"> </w:t>
      </w:r>
      <w:proofErr w:type="spellStart"/>
      <w:r w:rsidRPr="00320CE4">
        <w:t>is</w:t>
      </w:r>
      <w:proofErr w:type="spellEnd"/>
      <w:r w:rsidRPr="00320CE4">
        <w:t xml:space="preserve"> </w:t>
      </w:r>
      <w:proofErr w:type="spellStart"/>
      <w:r w:rsidRPr="00320CE4">
        <w:t>necessary</w:t>
      </w:r>
      <w:proofErr w:type="spellEnd"/>
      <w:r w:rsidRPr="00320CE4">
        <w:t xml:space="preserve"> </w:t>
      </w:r>
      <w:proofErr w:type="spellStart"/>
      <w:r w:rsidRPr="00320CE4">
        <w:t>for</w:t>
      </w:r>
      <w:proofErr w:type="spellEnd"/>
      <w:r w:rsidRPr="00320CE4">
        <w:t xml:space="preserve"> </w:t>
      </w:r>
      <w:proofErr w:type="spellStart"/>
      <w:r w:rsidRPr="00320CE4">
        <w:t>the</w:t>
      </w:r>
      <w:proofErr w:type="spellEnd"/>
      <w:r w:rsidRPr="00320CE4">
        <w:t xml:space="preserve"> </w:t>
      </w:r>
      <w:proofErr w:type="spellStart"/>
      <w:r w:rsidRPr="00320CE4">
        <w:t>purpose</w:t>
      </w:r>
      <w:proofErr w:type="spellEnd"/>
      <w:r w:rsidRPr="00320CE4">
        <w:t xml:space="preserve"> of </w:t>
      </w:r>
      <w:proofErr w:type="spellStart"/>
      <w:r w:rsidRPr="00320CE4">
        <w:t>the</w:t>
      </w:r>
      <w:proofErr w:type="spellEnd"/>
      <w:r w:rsidRPr="00320CE4">
        <w:t xml:space="preserve"> </w:t>
      </w:r>
      <w:proofErr w:type="spellStart"/>
      <w:r w:rsidRPr="00320CE4">
        <w:t>competitor’s</w:t>
      </w:r>
      <w:proofErr w:type="spellEnd"/>
      <w:r w:rsidRPr="00320CE4">
        <w:t xml:space="preserve"> </w:t>
      </w:r>
      <w:proofErr w:type="spellStart"/>
      <w:r w:rsidRPr="00320CE4">
        <w:t>participation</w:t>
      </w:r>
      <w:proofErr w:type="spellEnd"/>
      <w:r w:rsidRPr="00320CE4">
        <w:t xml:space="preserve"> in </w:t>
      </w:r>
      <w:proofErr w:type="spellStart"/>
      <w:r w:rsidRPr="00320CE4">
        <w:t>the</w:t>
      </w:r>
      <w:proofErr w:type="spellEnd"/>
      <w:r w:rsidRPr="00320CE4">
        <w:t xml:space="preserve"> design </w:t>
      </w:r>
      <w:proofErr w:type="spellStart"/>
      <w:r w:rsidRPr="00320CE4">
        <w:t>competition</w:t>
      </w:r>
      <w:proofErr w:type="spellEnd"/>
      <w:r w:rsidRPr="00320CE4">
        <w:t xml:space="preserve">, and </w:t>
      </w:r>
      <w:proofErr w:type="spellStart"/>
      <w:r w:rsidRPr="00320CE4">
        <w:t>which</w:t>
      </w:r>
      <w:proofErr w:type="spellEnd"/>
      <w:r w:rsidRPr="00320CE4">
        <w:t xml:space="preserve"> </w:t>
      </w:r>
      <w:proofErr w:type="spellStart"/>
      <w:r w:rsidRPr="00320CE4">
        <w:t>is</w:t>
      </w:r>
      <w:proofErr w:type="spellEnd"/>
      <w:r w:rsidRPr="00320CE4">
        <w:t xml:space="preserve"> </w:t>
      </w:r>
      <w:proofErr w:type="spellStart"/>
      <w:r w:rsidRPr="00320CE4">
        <w:t>necessary</w:t>
      </w:r>
      <w:proofErr w:type="spellEnd"/>
      <w:r w:rsidRPr="00320CE4">
        <w:t xml:space="preserve"> </w:t>
      </w:r>
      <w:proofErr w:type="spellStart"/>
      <w:r w:rsidRPr="00320CE4">
        <w:t>for</w:t>
      </w:r>
      <w:proofErr w:type="spellEnd"/>
      <w:r w:rsidRPr="00320CE4">
        <w:t xml:space="preserve"> </w:t>
      </w:r>
      <w:proofErr w:type="spellStart"/>
      <w:r w:rsidRPr="00320CE4">
        <w:t>the</w:t>
      </w:r>
      <w:proofErr w:type="spellEnd"/>
      <w:r w:rsidRPr="00320CE4">
        <w:t xml:space="preserve"> </w:t>
      </w:r>
      <w:proofErr w:type="spellStart"/>
      <w:r w:rsidRPr="00320CE4">
        <w:t>purpose</w:t>
      </w:r>
      <w:proofErr w:type="spellEnd"/>
      <w:r w:rsidRPr="00320CE4">
        <w:t xml:space="preserve"> of </w:t>
      </w:r>
      <w:proofErr w:type="spellStart"/>
      <w:r w:rsidRPr="00320CE4">
        <w:t>conclusion</w:t>
      </w:r>
      <w:proofErr w:type="spellEnd"/>
      <w:r w:rsidRPr="00320CE4">
        <w:t xml:space="preserve"> of </w:t>
      </w:r>
      <w:proofErr w:type="spellStart"/>
      <w:r w:rsidRPr="00320CE4">
        <w:t>an</w:t>
      </w:r>
      <w:proofErr w:type="spellEnd"/>
      <w:r w:rsidRPr="00320CE4">
        <w:t xml:space="preserve"> </w:t>
      </w:r>
      <w:proofErr w:type="spellStart"/>
      <w:r w:rsidRPr="00320CE4">
        <w:t>agreement</w:t>
      </w:r>
      <w:proofErr w:type="spellEnd"/>
      <w:r w:rsidRPr="00320CE4">
        <w:t xml:space="preserve"> on </w:t>
      </w:r>
      <w:proofErr w:type="spellStart"/>
      <w:r w:rsidRPr="00320CE4">
        <w:t>the</w:t>
      </w:r>
      <w:proofErr w:type="spellEnd"/>
      <w:r w:rsidRPr="00320CE4">
        <w:t xml:space="preserve"> </w:t>
      </w:r>
      <w:proofErr w:type="spellStart"/>
      <w:r w:rsidRPr="00320CE4">
        <w:t>contract</w:t>
      </w:r>
      <w:proofErr w:type="spellEnd"/>
      <w:r w:rsidRPr="00320CE4">
        <w:t xml:space="preserve"> </w:t>
      </w:r>
      <w:proofErr w:type="spellStart"/>
      <w:r w:rsidRPr="00320CE4">
        <w:t>assignment</w:t>
      </w:r>
      <w:proofErr w:type="spellEnd"/>
      <w:r w:rsidRPr="00320CE4">
        <w:t xml:space="preserve"> or </w:t>
      </w:r>
      <w:proofErr w:type="spellStart"/>
      <w:r w:rsidRPr="00320CE4">
        <w:t>similar</w:t>
      </w:r>
      <w:proofErr w:type="spellEnd"/>
      <w:r w:rsidRPr="00320CE4">
        <w:t xml:space="preserve"> </w:t>
      </w:r>
      <w:proofErr w:type="spellStart"/>
      <w:r w:rsidRPr="00320CE4">
        <w:t>contract</w:t>
      </w:r>
      <w:proofErr w:type="spellEnd"/>
      <w:r w:rsidRPr="00320CE4">
        <w:t xml:space="preserve"> </w:t>
      </w:r>
      <w:proofErr w:type="spellStart"/>
      <w:r w:rsidRPr="00320CE4">
        <w:t>between</w:t>
      </w:r>
      <w:proofErr w:type="spellEnd"/>
      <w:r w:rsidRPr="00320CE4">
        <w:t xml:space="preserve"> </w:t>
      </w:r>
      <w:proofErr w:type="spellStart"/>
      <w:r w:rsidRPr="00320CE4">
        <w:t>the</w:t>
      </w:r>
      <w:proofErr w:type="spellEnd"/>
      <w:r w:rsidRPr="00320CE4">
        <w:t xml:space="preserve"> </w:t>
      </w:r>
      <w:proofErr w:type="spellStart"/>
      <w:r w:rsidRPr="00320CE4">
        <w:t>competitor</w:t>
      </w:r>
      <w:proofErr w:type="spellEnd"/>
      <w:r w:rsidRPr="00320CE4">
        <w:t xml:space="preserve"> and </w:t>
      </w:r>
      <w:proofErr w:type="spellStart"/>
      <w:r w:rsidRPr="00320CE4">
        <w:t>the</w:t>
      </w:r>
      <w:proofErr w:type="spellEnd"/>
      <w:r w:rsidRPr="00320CE4">
        <w:t xml:space="preserve"> </w:t>
      </w:r>
      <w:proofErr w:type="spellStart"/>
      <w:r w:rsidRPr="00320CE4">
        <w:t>Announcer</w:t>
      </w:r>
      <w:proofErr w:type="spellEnd"/>
      <w:r w:rsidRPr="00320CE4">
        <w:t xml:space="preserve"> of </w:t>
      </w:r>
      <w:proofErr w:type="spellStart"/>
      <w:r w:rsidRPr="00320CE4">
        <w:t>the</w:t>
      </w:r>
      <w:proofErr w:type="spellEnd"/>
      <w:r w:rsidRPr="00320CE4">
        <w:t xml:space="preserve"> design </w:t>
      </w:r>
      <w:proofErr w:type="spellStart"/>
      <w:r w:rsidRPr="00320CE4">
        <w:t>competition</w:t>
      </w:r>
      <w:proofErr w:type="spellEnd"/>
      <w:r w:rsidRPr="00320CE4">
        <w:t xml:space="preserve"> in </w:t>
      </w:r>
      <w:proofErr w:type="spellStart"/>
      <w:r w:rsidRPr="00320CE4">
        <w:t>case</w:t>
      </w:r>
      <w:proofErr w:type="spellEnd"/>
      <w:r w:rsidRPr="00320CE4">
        <w:t xml:space="preserve"> </w:t>
      </w:r>
      <w:proofErr w:type="spellStart"/>
      <w:r w:rsidRPr="00320CE4">
        <w:t>the</w:t>
      </w:r>
      <w:proofErr w:type="spellEnd"/>
      <w:r w:rsidRPr="00320CE4">
        <w:t xml:space="preserve"> </w:t>
      </w:r>
      <w:proofErr w:type="spellStart"/>
      <w:r w:rsidRPr="00320CE4">
        <w:t>competition</w:t>
      </w:r>
      <w:proofErr w:type="spellEnd"/>
      <w:r w:rsidRPr="00320CE4">
        <w:t xml:space="preserve"> design </w:t>
      </w:r>
      <w:proofErr w:type="spellStart"/>
      <w:r w:rsidRPr="00320CE4">
        <w:t>becomes</w:t>
      </w:r>
      <w:proofErr w:type="spellEnd"/>
      <w:r w:rsidRPr="00320CE4">
        <w:t xml:space="preserve"> </w:t>
      </w:r>
      <w:proofErr w:type="spellStart"/>
      <w:r w:rsidRPr="00320CE4">
        <w:t>the</w:t>
      </w:r>
      <w:proofErr w:type="spellEnd"/>
      <w:r w:rsidRPr="00320CE4">
        <w:t xml:space="preserve"> </w:t>
      </w:r>
      <w:proofErr w:type="spellStart"/>
      <w:r w:rsidRPr="00320CE4">
        <w:t>winning</w:t>
      </w:r>
      <w:proofErr w:type="spellEnd"/>
      <w:r w:rsidRPr="00320CE4">
        <w:t xml:space="preserve"> design.</w:t>
      </w:r>
    </w:p>
    <w:p w14:paraId="20193B2E" w14:textId="77777777" w:rsidR="007F0B55" w:rsidRPr="00320CE4" w:rsidRDefault="007F0B55" w:rsidP="007F0B55"/>
    <w:p w14:paraId="03002636" w14:textId="77777777" w:rsidR="007F0B55" w:rsidRPr="00320CE4" w:rsidRDefault="007F0B55" w:rsidP="007F0B55"/>
    <w:p w14:paraId="37C69892" w14:textId="77777777" w:rsidR="007F0B55" w:rsidRPr="00320CE4" w:rsidRDefault="007F0B55" w:rsidP="007F0B55">
      <w:proofErr w:type="spellStart"/>
      <w:r w:rsidRPr="00320CE4">
        <w:t>Authors</w:t>
      </w:r>
      <w:proofErr w:type="spellEnd"/>
      <w:r w:rsidRPr="00320CE4">
        <w:t xml:space="preserve"> of </w:t>
      </w:r>
      <w:proofErr w:type="spellStart"/>
      <w:r w:rsidRPr="00320CE4">
        <w:t>the</w:t>
      </w:r>
      <w:proofErr w:type="spellEnd"/>
      <w:r w:rsidRPr="00320CE4">
        <w:t xml:space="preserve"> </w:t>
      </w:r>
      <w:proofErr w:type="spellStart"/>
      <w:r w:rsidRPr="00320CE4">
        <w:t>competition</w:t>
      </w:r>
      <w:proofErr w:type="spellEnd"/>
      <w:r w:rsidRPr="00320CE4">
        <w:t xml:space="preserve"> design:</w:t>
      </w:r>
    </w:p>
    <w:p w14:paraId="58D7E04C" w14:textId="77777777" w:rsidR="007F0B55" w:rsidRPr="00320CE4" w:rsidRDefault="007F0B55" w:rsidP="007F0B55">
      <w:r w:rsidRPr="00320CE4">
        <w:t>1.       ………...…(</w:t>
      </w:r>
      <w:proofErr w:type="spellStart"/>
      <w:r w:rsidRPr="00320CE4">
        <w:t>name</w:t>
      </w:r>
      <w:proofErr w:type="spellEnd"/>
      <w:r w:rsidRPr="00320CE4">
        <w:t xml:space="preserve"> and </w:t>
      </w:r>
      <w:proofErr w:type="spellStart"/>
      <w:r w:rsidRPr="00320CE4">
        <w:t>surname</w:t>
      </w:r>
      <w:proofErr w:type="spellEnd"/>
      <w:r w:rsidRPr="00320CE4">
        <w:t xml:space="preserve">)……...…………, </w:t>
      </w:r>
      <w:proofErr w:type="spellStart"/>
      <w:r w:rsidRPr="00320CE4">
        <w:t>signature</w:t>
      </w:r>
      <w:proofErr w:type="spellEnd"/>
      <w:r w:rsidRPr="00320CE4">
        <w:t>: ………………………………..</w:t>
      </w:r>
    </w:p>
    <w:p w14:paraId="6CC4AA7C" w14:textId="77777777" w:rsidR="007F0B55" w:rsidRPr="00320CE4" w:rsidRDefault="007F0B55" w:rsidP="007F0B55">
      <w:r w:rsidRPr="00320CE4">
        <w:t>2.       ………...…(</w:t>
      </w:r>
      <w:proofErr w:type="spellStart"/>
      <w:r w:rsidRPr="00320CE4">
        <w:t>name</w:t>
      </w:r>
      <w:proofErr w:type="spellEnd"/>
      <w:r w:rsidRPr="00320CE4">
        <w:t xml:space="preserve"> and </w:t>
      </w:r>
      <w:proofErr w:type="spellStart"/>
      <w:r w:rsidRPr="00320CE4">
        <w:t>surname</w:t>
      </w:r>
      <w:proofErr w:type="spellEnd"/>
      <w:r w:rsidRPr="00320CE4">
        <w:t xml:space="preserve">)……...…………, </w:t>
      </w:r>
      <w:proofErr w:type="spellStart"/>
      <w:r w:rsidRPr="00320CE4">
        <w:t>signature</w:t>
      </w:r>
      <w:proofErr w:type="spellEnd"/>
      <w:r w:rsidRPr="00320CE4">
        <w:t>: ………………………………..</w:t>
      </w:r>
    </w:p>
    <w:p w14:paraId="4FCD3FF2" w14:textId="77777777" w:rsidR="007F0B55" w:rsidRPr="00320CE4" w:rsidRDefault="007F0B55" w:rsidP="007F0B55">
      <w:r w:rsidRPr="00320CE4">
        <w:t>3.       ………...…(</w:t>
      </w:r>
      <w:proofErr w:type="spellStart"/>
      <w:r w:rsidRPr="00320CE4">
        <w:t>name</w:t>
      </w:r>
      <w:proofErr w:type="spellEnd"/>
      <w:r w:rsidRPr="00320CE4">
        <w:t xml:space="preserve"> and </w:t>
      </w:r>
      <w:proofErr w:type="spellStart"/>
      <w:r w:rsidRPr="00320CE4">
        <w:t>surname</w:t>
      </w:r>
      <w:proofErr w:type="spellEnd"/>
      <w:r w:rsidRPr="00320CE4">
        <w:t xml:space="preserve">)……...…………, </w:t>
      </w:r>
      <w:proofErr w:type="spellStart"/>
      <w:r w:rsidRPr="00320CE4">
        <w:t>signature</w:t>
      </w:r>
      <w:proofErr w:type="spellEnd"/>
      <w:r w:rsidRPr="00320CE4">
        <w:t>: ………………………………..</w:t>
      </w:r>
    </w:p>
    <w:p w14:paraId="101B0C25" w14:textId="77777777" w:rsidR="007F0B55" w:rsidRPr="00320CE4" w:rsidRDefault="007F0B55" w:rsidP="007F0B55">
      <w:r w:rsidRPr="00320CE4">
        <w:t>4.       ………...…(</w:t>
      </w:r>
      <w:proofErr w:type="spellStart"/>
      <w:r w:rsidRPr="00320CE4">
        <w:t>name</w:t>
      </w:r>
      <w:proofErr w:type="spellEnd"/>
      <w:r w:rsidRPr="00320CE4">
        <w:t xml:space="preserve"> and </w:t>
      </w:r>
      <w:proofErr w:type="spellStart"/>
      <w:r w:rsidRPr="00320CE4">
        <w:t>surname</w:t>
      </w:r>
      <w:proofErr w:type="spellEnd"/>
      <w:r w:rsidRPr="00320CE4">
        <w:t xml:space="preserve">)……...…………, </w:t>
      </w:r>
      <w:proofErr w:type="spellStart"/>
      <w:r w:rsidRPr="00320CE4">
        <w:t>signature</w:t>
      </w:r>
      <w:proofErr w:type="spellEnd"/>
      <w:r w:rsidRPr="00320CE4">
        <w:t>: ………………………………..</w:t>
      </w:r>
    </w:p>
    <w:p w14:paraId="78ADAA20" w14:textId="77777777" w:rsidR="007F0B55" w:rsidRPr="00320CE4" w:rsidRDefault="007F0B55" w:rsidP="007F0B55">
      <w:r w:rsidRPr="00320CE4">
        <w:t>5.       ………...…(</w:t>
      </w:r>
      <w:proofErr w:type="spellStart"/>
      <w:r w:rsidRPr="00320CE4">
        <w:t>name</w:t>
      </w:r>
      <w:proofErr w:type="spellEnd"/>
      <w:r w:rsidRPr="00320CE4">
        <w:t xml:space="preserve"> and </w:t>
      </w:r>
      <w:proofErr w:type="spellStart"/>
      <w:r w:rsidRPr="00320CE4">
        <w:t>surname</w:t>
      </w:r>
      <w:proofErr w:type="spellEnd"/>
      <w:r w:rsidRPr="00320CE4">
        <w:t xml:space="preserve">)……...…………, </w:t>
      </w:r>
      <w:proofErr w:type="spellStart"/>
      <w:r w:rsidRPr="00320CE4">
        <w:t>signature</w:t>
      </w:r>
      <w:proofErr w:type="spellEnd"/>
      <w:r w:rsidRPr="00320CE4">
        <w:t>: ………………………………..</w:t>
      </w:r>
    </w:p>
    <w:p w14:paraId="396480CA" w14:textId="77777777" w:rsidR="007F0B55" w:rsidRPr="00320CE4" w:rsidRDefault="007F0B55" w:rsidP="007F0B55">
      <w:r w:rsidRPr="00320CE4">
        <w:t>6.       ………...…(</w:t>
      </w:r>
      <w:proofErr w:type="spellStart"/>
      <w:r w:rsidRPr="00320CE4">
        <w:t>name</w:t>
      </w:r>
      <w:proofErr w:type="spellEnd"/>
      <w:r w:rsidRPr="00320CE4">
        <w:t xml:space="preserve"> and </w:t>
      </w:r>
      <w:proofErr w:type="spellStart"/>
      <w:r w:rsidRPr="00320CE4">
        <w:t>surname</w:t>
      </w:r>
      <w:proofErr w:type="spellEnd"/>
      <w:r w:rsidRPr="00320CE4">
        <w:t xml:space="preserve">)……...…………, </w:t>
      </w:r>
      <w:proofErr w:type="spellStart"/>
      <w:r w:rsidRPr="00320CE4">
        <w:t>signature</w:t>
      </w:r>
      <w:proofErr w:type="spellEnd"/>
      <w:r w:rsidRPr="00320CE4">
        <w:t>: ………………………………..</w:t>
      </w:r>
    </w:p>
    <w:p w14:paraId="5FADA643" w14:textId="77777777" w:rsidR="007F0B55" w:rsidRPr="00320CE4" w:rsidRDefault="007F0B55" w:rsidP="007F0B55">
      <w:r w:rsidRPr="00320CE4">
        <w:t>7.       ………...…(</w:t>
      </w:r>
      <w:proofErr w:type="spellStart"/>
      <w:r w:rsidRPr="00320CE4">
        <w:t>name</w:t>
      </w:r>
      <w:proofErr w:type="spellEnd"/>
      <w:r w:rsidRPr="00320CE4">
        <w:t xml:space="preserve"> and </w:t>
      </w:r>
      <w:proofErr w:type="spellStart"/>
      <w:r w:rsidRPr="00320CE4">
        <w:t>surname</w:t>
      </w:r>
      <w:proofErr w:type="spellEnd"/>
      <w:r w:rsidRPr="00320CE4">
        <w:t xml:space="preserve">)……...…………, </w:t>
      </w:r>
      <w:proofErr w:type="spellStart"/>
      <w:r w:rsidRPr="00320CE4">
        <w:t>signature</w:t>
      </w:r>
      <w:proofErr w:type="spellEnd"/>
      <w:r w:rsidRPr="00320CE4">
        <w:t>: ………………………………..</w:t>
      </w:r>
    </w:p>
    <w:p w14:paraId="23D05339" w14:textId="77777777" w:rsidR="007F0B55" w:rsidRPr="00DC4369" w:rsidRDefault="007F0B55" w:rsidP="007F0B55">
      <w:pPr>
        <w:rPr>
          <w:i/>
          <w:iCs/>
        </w:rPr>
      </w:pPr>
      <w:r w:rsidRPr="00320CE4">
        <w:t xml:space="preserve">8.   </w:t>
      </w:r>
      <w:r w:rsidRPr="00320CE4">
        <w:tab/>
      </w:r>
      <w:r w:rsidRPr="00DC4369">
        <w:rPr>
          <w:i/>
          <w:iCs/>
        </w:rPr>
        <w:t>(</w:t>
      </w:r>
      <w:proofErr w:type="spellStart"/>
      <w:r w:rsidRPr="00DC4369">
        <w:rPr>
          <w:i/>
          <w:iCs/>
        </w:rPr>
        <w:t>complete</w:t>
      </w:r>
      <w:proofErr w:type="spellEnd"/>
      <w:r w:rsidRPr="00DC4369">
        <w:rPr>
          <w:i/>
          <w:iCs/>
        </w:rPr>
        <w:t xml:space="preserve"> as </w:t>
      </w:r>
      <w:proofErr w:type="spellStart"/>
      <w:r w:rsidRPr="00DC4369">
        <w:rPr>
          <w:i/>
          <w:iCs/>
        </w:rPr>
        <w:t>necessary</w:t>
      </w:r>
      <w:proofErr w:type="spellEnd"/>
      <w:r w:rsidRPr="00DC4369">
        <w:rPr>
          <w:i/>
          <w:iCs/>
        </w:rPr>
        <w:t>)</w:t>
      </w:r>
    </w:p>
    <w:p w14:paraId="0A15875B" w14:textId="77777777" w:rsidR="007F0B55" w:rsidRPr="00320CE4" w:rsidRDefault="007F0B55" w:rsidP="007F0B55"/>
    <w:p w14:paraId="76F652C5" w14:textId="77777777" w:rsidR="007F0B55" w:rsidRPr="00DC4369" w:rsidRDefault="007F0B55" w:rsidP="007F0B55">
      <w:pPr>
        <w:rPr>
          <w:i/>
          <w:iCs/>
        </w:rPr>
      </w:pPr>
      <w:r w:rsidRPr="00DC4369">
        <w:rPr>
          <w:i/>
          <w:iCs/>
        </w:rPr>
        <w:t>(</w:t>
      </w:r>
      <w:proofErr w:type="spellStart"/>
      <w:r w:rsidRPr="00DC4369">
        <w:rPr>
          <w:i/>
          <w:iCs/>
        </w:rPr>
        <w:t>official</w:t>
      </w:r>
      <w:proofErr w:type="spellEnd"/>
      <w:r w:rsidRPr="00DC4369">
        <w:rPr>
          <w:i/>
          <w:iCs/>
        </w:rPr>
        <w:t xml:space="preserve"> </w:t>
      </w:r>
      <w:proofErr w:type="spellStart"/>
      <w:r w:rsidRPr="00DC4369">
        <w:rPr>
          <w:i/>
          <w:iCs/>
        </w:rPr>
        <w:t>certification</w:t>
      </w:r>
      <w:proofErr w:type="spellEnd"/>
      <w:r w:rsidRPr="00DC4369">
        <w:rPr>
          <w:i/>
          <w:iCs/>
        </w:rPr>
        <w:t xml:space="preserve"> of </w:t>
      </w:r>
      <w:proofErr w:type="spellStart"/>
      <w:r w:rsidRPr="00DC4369">
        <w:rPr>
          <w:i/>
          <w:iCs/>
        </w:rPr>
        <w:t>signatures</w:t>
      </w:r>
      <w:proofErr w:type="spellEnd"/>
      <w:r w:rsidRPr="00DC4369">
        <w:rPr>
          <w:i/>
          <w:iCs/>
        </w:rPr>
        <w:t xml:space="preserve"> </w:t>
      </w:r>
      <w:proofErr w:type="spellStart"/>
      <w:r w:rsidRPr="00DC4369">
        <w:rPr>
          <w:i/>
          <w:iCs/>
        </w:rPr>
        <w:t>is</w:t>
      </w:r>
      <w:proofErr w:type="spellEnd"/>
      <w:r w:rsidRPr="00DC4369">
        <w:rPr>
          <w:i/>
          <w:iCs/>
        </w:rPr>
        <w:t xml:space="preserve"> </w:t>
      </w:r>
      <w:proofErr w:type="spellStart"/>
      <w:r w:rsidRPr="00DC4369">
        <w:rPr>
          <w:i/>
          <w:iCs/>
        </w:rPr>
        <w:t>not</w:t>
      </w:r>
      <w:proofErr w:type="spellEnd"/>
      <w:r w:rsidRPr="00DC4369">
        <w:rPr>
          <w:i/>
          <w:iCs/>
        </w:rPr>
        <w:t xml:space="preserve"> </w:t>
      </w:r>
      <w:proofErr w:type="spellStart"/>
      <w:r w:rsidRPr="00DC4369">
        <w:rPr>
          <w:i/>
          <w:iCs/>
        </w:rPr>
        <w:t>required</w:t>
      </w:r>
      <w:proofErr w:type="spellEnd"/>
      <w:r w:rsidRPr="00DC4369">
        <w:rPr>
          <w:i/>
          <w:iCs/>
        </w:rPr>
        <w:t>)</w:t>
      </w:r>
    </w:p>
    <w:p w14:paraId="62D24FEB" w14:textId="77777777" w:rsidR="007F0B55" w:rsidRPr="00320CE4" w:rsidRDefault="007F0B55" w:rsidP="007F0B55"/>
    <w:p w14:paraId="3950CA0E" w14:textId="77777777" w:rsidR="007F0B55" w:rsidRPr="005A1C41" w:rsidRDefault="007F0B55" w:rsidP="007F0B55">
      <w:pPr>
        <w:rPr>
          <w:b/>
          <w:bCs/>
        </w:rPr>
      </w:pPr>
    </w:p>
    <w:p w14:paraId="6B645333" w14:textId="7F37D47C" w:rsidR="007F0B55" w:rsidRDefault="007F0B55" w:rsidP="007F0B55">
      <w:pPr>
        <w:rPr>
          <w:b/>
          <w:bCs/>
        </w:rPr>
      </w:pPr>
    </w:p>
    <w:p w14:paraId="1BDFA0BF" w14:textId="6D267110" w:rsidR="00840BB9" w:rsidRDefault="00840BB9" w:rsidP="007F0B55">
      <w:pPr>
        <w:rPr>
          <w:b/>
          <w:bCs/>
        </w:rPr>
      </w:pPr>
    </w:p>
    <w:p w14:paraId="76CC5D0F" w14:textId="77777777" w:rsidR="00840BB9" w:rsidRDefault="00840BB9" w:rsidP="007F0B55">
      <w:pPr>
        <w:rPr>
          <w:b/>
          <w:bCs/>
        </w:rPr>
      </w:pPr>
    </w:p>
    <w:p w14:paraId="4117E8EF" w14:textId="77777777" w:rsidR="00840BB9" w:rsidRDefault="00840BB9" w:rsidP="007F0B55">
      <w:pPr>
        <w:rPr>
          <w:b/>
          <w:bCs/>
        </w:rPr>
      </w:pPr>
    </w:p>
    <w:p w14:paraId="73D67F36" w14:textId="06DB2A6A" w:rsidR="00DC4369" w:rsidRDefault="00DC4369" w:rsidP="007F0B55">
      <w:pPr>
        <w:rPr>
          <w:b/>
          <w:bCs/>
        </w:rPr>
      </w:pPr>
    </w:p>
    <w:p w14:paraId="38D42FB4" w14:textId="361C4ED7" w:rsidR="00DC4369" w:rsidRDefault="00DC4369" w:rsidP="00840BB9">
      <w:pPr>
        <w:jc w:val="center"/>
      </w:pPr>
      <w:r>
        <w:t>…………………………………………………………………..………………………………..……………</w:t>
      </w:r>
      <w:r w:rsidR="00840BB9">
        <w:t>.</w:t>
      </w:r>
      <w:r>
        <w:t>.</w:t>
      </w:r>
    </w:p>
    <w:p w14:paraId="75A0A73D" w14:textId="356F386E" w:rsidR="007F0B55" w:rsidRPr="00DC4369" w:rsidRDefault="00DC4369" w:rsidP="00840BB9">
      <w:pPr>
        <w:jc w:val="center"/>
      </w:pPr>
      <w:proofErr w:type="spellStart"/>
      <w:r w:rsidRPr="00DC4369">
        <w:t>signature</w:t>
      </w:r>
      <w:proofErr w:type="spellEnd"/>
      <w:r w:rsidRPr="00DC4369">
        <w:t xml:space="preserve"> of </w:t>
      </w:r>
      <w:proofErr w:type="spellStart"/>
      <w:r w:rsidRPr="00DC4369">
        <w:t>the</w:t>
      </w:r>
      <w:proofErr w:type="spellEnd"/>
      <w:r w:rsidRPr="00DC4369">
        <w:t xml:space="preserve"> </w:t>
      </w:r>
      <w:proofErr w:type="spellStart"/>
      <w:r w:rsidRPr="00DC4369">
        <w:t>competitor</w:t>
      </w:r>
      <w:proofErr w:type="spellEnd"/>
      <w:r w:rsidRPr="00DC4369">
        <w:t xml:space="preserve"> in </w:t>
      </w:r>
      <w:proofErr w:type="spellStart"/>
      <w:r w:rsidRPr="00DC4369">
        <w:t>the</w:t>
      </w:r>
      <w:proofErr w:type="spellEnd"/>
      <w:r w:rsidRPr="00DC4369">
        <w:t xml:space="preserve"> design </w:t>
      </w:r>
      <w:proofErr w:type="spellStart"/>
      <w:r w:rsidRPr="00DC4369">
        <w:t>competition</w:t>
      </w:r>
      <w:proofErr w:type="spellEnd"/>
      <w:r w:rsidRPr="00DC4369">
        <w:t xml:space="preserve">  </w:t>
      </w:r>
      <w:proofErr w:type="spellStart"/>
      <w:r w:rsidRPr="00DC4369">
        <w:t>with</w:t>
      </w:r>
      <w:proofErr w:type="spellEnd"/>
      <w:r w:rsidRPr="00DC4369">
        <w:t xml:space="preserve"> </w:t>
      </w:r>
      <w:proofErr w:type="spellStart"/>
      <w:r w:rsidRPr="00DC4369">
        <w:t>place</w:t>
      </w:r>
      <w:proofErr w:type="spellEnd"/>
      <w:r w:rsidRPr="00DC4369">
        <w:t xml:space="preserve"> and </w:t>
      </w:r>
      <w:proofErr w:type="spellStart"/>
      <w:r w:rsidRPr="00DC4369">
        <w:t>date</w:t>
      </w:r>
      <w:proofErr w:type="spellEnd"/>
    </w:p>
    <w:sectPr w:rsidR="007F0B55" w:rsidRPr="00DC4369" w:rsidSect="007E4BE1">
      <w:headerReference w:type="default" r:id="rId11"/>
      <w:footerReference w:type="default" r:id="rId12"/>
      <w:pgSz w:w="23811" w:h="16838" w:orient="landscape" w:code="8"/>
      <w:pgMar w:top="2346" w:right="1080" w:bottom="1440" w:left="1080" w:header="0" w:footer="749" w:gutter="0"/>
      <w:cols w:num="2" w:space="226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E821ED" w14:textId="77777777" w:rsidR="00902CBF" w:rsidRDefault="00902CBF" w:rsidP="00245A4F">
      <w:r>
        <w:separator/>
      </w:r>
    </w:p>
  </w:endnote>
  <w:endnote w:type="continuationSeparator" w:id="0">
    <w:p w14:paraId="2F8896DA" w14:textId="77777777" w:rsidR="00902CBF" w:rsidRDefault="00902CBF" w:rsidP="00245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IBM Plex Sans Text">
    <w:altName w:val="Calibri"/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BM Plex Sans">
    <w:panose1 w:val="020B08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Faktum-Medium">
    <w:altName w:val="Calibri"/>
    <w:charset w:val="4D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0C45B" w14:textId="77777777" w:rsidR="00543E04" w:rsidRDefault="00543E04" w:rsidP="00B83467">
    <w:pPr>
      <w:ind w:left="-709"/>
      <w:rPr>
        <w:rFonts w:ascii="IBM Plex Sans" w:hAnsi="IBM Plex Sans"/>
        <w:b/>
        <w:bCs/>
      </w:rPr>
    </w:pPr>
  </w:p>
  <w:p w14:paraId="5889C4FA" w14:textId="77777777" w:rsidR="00543E04" w:rsidRDefault="00245A4F" w:rsidP="00B83467">
    <w:pPr>
      <w:ind w:left="-567"/>
      <w:rPr>
        <w:rFonts w:ascii="IBM Plex Sans" w:hAnsi="IBM Plex San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1A73CEA" wp14:editId="57D8992D">
              <wp:simplePos x="0" y="0"/>
              <wp:positionH relativeFrom="page">
                <wp:posOffset>180340</wp:posOffset>
              </wp:positionH>
              <wp:positionV relativeFrom="paragraph">
                <wp:posOffset>-148336</wp:posOffset>
              </wp:positionV>
              <wp:extent cx="14760000" cy="0"/>
              <wp:effectExtent l="0" t="0" r="0" b="0"/>
              <wp:wrapNone/>
              <wp:docPr id="5" name="Rovná spojnica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4760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DF98C0" id="Rovná spojnica 5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14.2pt,-11.7pt" to="1176.4pt,-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" strokecolor="black [3200]" strokeweight=".5pt">
              <v:stroke joinstyle="miter"/>
              <w10:wrap anchorx="page"/>
            </v:line>
          </w:pict>
        </mc:Fallback>
      </mc:AlternateContent>
    </w:r>
    <w:r w:rsidR="00DC4B58" w:rsidRPr="00DC4B58">
      <w:rPr>
        <w:rFonts w:ascii="IBM Plex Sans" w:hAnsi="IBM Plex Sans"/>
        <w:b/>
        <w:bCs/>
      </w:rPr>
      <w:t>Sekc</w:t>
    </w:r>
    <w:r w:rsidR="00DC4B58">
      <w:rPr>
        <w:rFonts w:ascii="IBM Plex Sans" w:hAnsi="IBM Plex Sans"/>
        <w:b/>
        <w:bCs/>
      </w:rPr>
      <w:t>ia</w:t>
    </w:r>
    <w:r>
      <w:rPr>
        <w:rFonts w:ascii="IBM Plex Sans" w:hAnsi="IBM Plex Sans"/>
        <w:b/>
        <w:bCs/>
      </w:rPr>
      <w:t xml:space="preserve">                  </w:t>
    </w:r>
    <w:r w:rsidR="00DC4B58">
      <w:tab/>
    </w:r>
    <w:r w:rsidR="00DC4B58" w:rsidRPr="00DC4B58">
      <w:t>Primaciálne námestie 1</w:t>
    </w:r>
    <w:r w:rsidR="00DC4B58" w:rsidRPr="00DC4B58">
      <w:tab/>
    </w:r>
    <w:r w:rsidR="00543E04">
      <w:tab/>
    </w:r>
    <w:r w:rsidR="00DC4B58" w:rsidRPr="00DC4B58">
      <w:t>sutaze@mib.sk</w:t>
    </w:r>
  </w:p>
  <w:p w14:paraId="385696A5" w14:textId="77777777" w:rsidR="00DC4B58" w:rsidRPr="00543E04" w:rsidRDefault="00245A4F" w:rsidP="00B83467">
    <w:pPr>
      <w:ind w:left="-567"/>
      <w:rPr>
        <w:rFonts w:ascii="IBM Plex Sans" w:hAnsi="IBM Plex Sans"/>
      </w:rPr>
    </w:pPr>
    <w:r w:rsidRPr="00543E04">
      <w:rPr>
        <w:rFonts w:ascii="IBM Plex Sans" w:hAnsi="IBM Plex Sans"/>
      </w:rPr>
      <w:t>s</w:t>
    </w:r>
    <w:r w:rsidR="00DC4B58" w:rsidRPr="00543E04">
      <w:rPr>
        <w:rFonts w:ascii="IBM Plex Sans" w:hAnsi="IBM Plex Sans"/>
      </w:rPr>
      <w:t>úťaží</w:t>
    </w:r>
    <w:r>
      <w:t xml:space="preserve">      </w:t>
    </w:r>
    <w:r w:rsidR="00DC4B58" w:rsidRPr="00DC4B58">
      <w:tab/>
    </w:r>
    <w:r>
      <w:t xml:space="preserve">  </w:t>
    </w:r>
    <w:r w:rsidR="00DC4B58">
      <w:tab/>
    </w:r>
    <w:r w:rsidR="00DC4B58" w:rsidRPr="00DC4B58">
      <w:t>814 99 Bratislava</w:t>
    </w:r>
  </w:p>
  <w:p w14:paraId="6CDDFA07" w14:textId="77777777" w:rsidR="00DC4B58" w:rsidRPr="00DC4B58" w:rsidRDefault="00DC4B58" w:rsidP="00B83467">
    <w:pPr>
      <w:ind w:left="720" w:firstLine="720"/>
    </w:pPr>
    <w:r w:rsidRPr="00DC4B58">
      <w:t>Slovensko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3C2E5A" w14:textId="77777777" w:rsidR="00902CBF" w:rsidRDefault="00902CBF" w:rsidP="00245A4F">
      <w:r>
        <w:separator/>
      </w:r>
    </w:p>
  </w:footnote>
  <w:footnote w:type="continuationSeparator" w:id="0">
    <w:p w14:paraId="3050370D" w14:textId="77777777" w:rsidR="00902CBF" w:rsidRDefault="00902CBF" w:rsidP="00245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50BBA" w14:textId="2A53E1FC" w:rsidR="00215E20" w:rsidRDefault="00215E20" w:rsidP="00215E20">
    <w:pPr>
      <w:pStyle w:val="Hlavik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6C36419" wp14:editId="1134CB4B">
          <wp:simplePos x="0" y="0"/>
          <wp:positionH relativeFrom="column">
            <wp:posOffset>-717550</wp:posOffset>
          </wp:positionH>
          <wp:positionV relativeFrom="paragraph">
            <wp:posOffset>-1463</wp:posOffset>
          </wp:positionV>
          <wp:extent cx="1764030" cy="1299210"/>
          <wp:effectExtent l="0" t="0" r="7620" b="0"/>
          <wp:wrapNone/>
          <wp:docPr id="82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lavicka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6638" b="19382"/>
                  <a:stretch/>
                </pic:blipFill>
                <pic:spPr bwMode="auto">
                  <a:xfrm>
                    <a:off x="0" y="0"/>
                    <a:ext cx="1764030" cy="12992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</w:p>
  <w:p w14:paraId="3B118E2B" w14:textId="0BEE6E20" w:rsidR="00215E20" w:rsidRDefault="00215E20" w:rsidP="00215E20">
    <w:pPr>
      <w:pStyle w:val="Hlavika"/>
    </w:pPr>
  </w:p>
  <w:p w14:paraId="14073565" w14:textId="77777777" w:rsidR="00215E20" w:rsidRDefault="00215E20" w:rsidP="00215E20">
    <w:pPr>
      <w:pStyle w:val="Hlavika"/>
    </w:pPr>
  </w:p>
  <w:p w14:paraId="4027996A" w14:textId="1363077A" w:rsidR="00215E20" w:rsidRDefault="00215E20" w:rsidP="00215E20">
    <w:pPr>
      <w:pStyle w:val="Hlavika"/>
      <w:ind w:left="1843" w:hanging="1843"/>
      <w:jc w:val="center"/>
    </w:pPr>
    <w:r>
      <w:t xml:space="preserve">Príloha č. </w:t>
    </w:r>
    <w:r w:rsidR="00A465FE">
      <w:t>2</w:t>
    </w:r>
    <w:r>
      <w:t xml:space="preserve"> k Súťažným podmienkam</w:t>
    </w:r>
    <w:r w:rsidR="00C4043D">
      <w:t xml:space="preserve"> </w:t>
    </w:r>
    <w:r w:rsidR="005D2AFF">
      <w:t>/</w:t>
    </w:r>
    <w:r w:rsidR="005D2AFF">
      <w:tab/>
    </w:r>
    <w:r w:rsidR="00C4043D">
      <w:t xml:space="preserve"> </w:t>
    </w:r>
    <w:proofErr w:type="spellStart"/>
    <w:r w:rsidR="00711100">
      <w:t>Annex</w:t>
    </w:r>
    <w:proofErr w:type="spellEnd"/>
    <w:r w:rsidR="00711100">
      <w:t xml:space="preserve"> </w:t>
    </w:r>
    <w:r w:rsidR="009F0EFE">
      <w:t xml:space="preserve">no. </w:t>
    </w:r>
    <w:r w:rsidR="00A465FE">
      <w:t>2</w:t>
    </w:r>
    <w:r w:rsidR="00711100">
      <w:t xml:space="preserve"> </w:t>
    </w:r>
    <w:r w:rsidR="009F0EFE">
      <w:t xml:space="preserve">to </w:t>
    </w:r>
    <w:proofErr w:type="spellStart"/>
    <w:r w:rsidR="009F0EFE">
      <w:t>the</w:t>
    </w:r>
    <w:proofErr w:type="spellEnd"/>
    <w:r w:rsidR="004C2601">
      <w:t xml:space="preserve"> </w:t>
    </w:r>
    <w:proofErr w:type="spellStart"/>
    <w:r w:rsidR="004C2601">
      <w:t>Competition</w:t>
    </w:r>
    <w:proofErr w:type="spellEnd"/>
    <w:r w:rsidR="004C2601">
      <w:t xml:space="preserve"> </w:t>
    </w:r>
    <w:proofErr w:type="spellStart"/>
    <w:r w:rsidR="004C2601">
      <w:t>Conditions</w:t>
    </w:r>
    <w:proofErr w:type="spellEnd"/>
  </w:p>
  <w:p w14:paraId="4A35479B" w14:textId="462A6294" w:rsidR="00215E20" w:rsidRDefault="002F01E1" w:rsidP="00215E20">
    <w:pPr>
      <w:pStyle w:val="Hlavika"/>
      <w:jc w:val="center"/>
    </w:pPr>
    <w:r>
      <w:t>s</w:t>
    </w:r>
    <w:r w:rsidR="00215E20">
      <w:t>úťaž návrhov „</w:t>
    </w:r>
    <w:proofErr w:type="spellStart"/>
    <w:r w:rsidR="00215E20" w:rsidRPr="002C4FC7">
      <w:t>Grössling</w:t>
    </w:r>
    <w:proofErr w:type="spellEnd"/>
    <w:r w:rsidR="00215E20" w:rsidRPr="002C4FC7">
      <w:t>“</w:t>
    </w:r>
    <w:r w:rsidR="00C4043D">
      <w:t xml:space="preserve"> </w:t>
    </w:r>
    <w:r w:rsidR="00DC08DA">
      <w:t>/</w:t>
    </w:r>
    <w:r w:rsidR="00C4043D">
      <w:t xml:space="preserve"> </w:t>
    </w:r>
    <w:r w:rsidR="0077282D">
      <w:t xml:space="preserve">design </w:t>
    </w:r>
    <w:proofErr w:type="spellStart"/>
    <w:r w:rsidR="0077282D">
      <w:t>competition</w:t>
    </w:r>
    <w:proofErr w:type="spellEnd"/>
    <w:r w:rsidR="0077282D">
      <w:t xml:space="preserve"> </w:t>
    </w:r>
    <w:r w:rsidR="004C2601">
      <w:t>„</w:t>
    </w:r>
    <w:proofErr w:type="spellStart"/>
    <w:r w:rsidR="004C2601" w:rsidRPr="002C4FC7">
      <w:t>Grössling</w:t>
    </w:r>
    <w:proofErr w:type="spellEnd"/>
    <w:r w:rsidR="004C2601" w:rsidRPr="002C4FC7">
      <w:t>“</w:t>
    </w:r>
  </w:p>
  <w:p w14:paraId="2AD85B81" w14:textId="00AA8F9B" w:rsidR="004521AB" w:rsidRDefault="00ED2914" w:rsidP="00245A4F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69CC205" wp14:editId="08EFD84B">
              <wp:simplePos x="0" y="0"/>
              <wp:positionH relativeFrom="margin">
                <wp:posOffset>-505460</wp:posOffset>
              </wp:positionH>
              <wp:positionV relativeFrom="paragraph">
                <wp:posOffset>613079</wp:posOffset>
              </wp:positionV>
              <wp:extent cx="14760000" cy="0"/>
              <wp:effectExtent l="0" t="0" r="0" b="0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4760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BF8B29" id="Rovná spojnica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39.8pt,48.25pt" to="1122.4pt,4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" strokecolor="black [3200]" strokeweight="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543C3A"/>
    <w:multiLevelType w:val="hybridMultilevel"/>
    <w:tmpl w:val="2438EE3E"/>
    <w:lvl w:ilvl="0" w:tplc="630075C2">
      <w:start w:val="1"/>
      <w:numFmt w:val="lowerLetter"/>
      <w:lvlText w:val="%1)"/>
      <w:lvlJc w:val="left"/>
      <w:pPr>
        <w:ind w:left="720" w:hanging="360"/>
      </w:pPr>
      <w:rPr>
        <w:rFonts w:ascii="IBM Plex Sans Text" w:hAnsi="IBM Plex Sans Tex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FF58FA"/>
    <w:multiLevelType w:val="hybridMultilevel"/>
    <w:tmpl w:val="669248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80B"/>
    <w:rsid w:val="000471FC"/>
    <w:rsid w:val="00081B2F"/>
    <w:rsid w:val="001073C8"/>
    <w:rsid w:val="001230A4"/>
    <w:rsid w:val="00215E20"/>
    <w:rsid w:val="00245A4F"/>
    <w:rsid w:val="00290E27"/>
    <w:rsid w:val="002D2373"/>
    <w:rsid w:val="002E4620"/>
    <w:rsid w:val="002F01E1"/>
    <w:rsid w:val="00320CE4"/>
    <w:rsid w:val="003767C0"/>
    <w:rsid w:val="003B1F96"/>
    <w:rsid w:val="00435200"/>
    <w:rsid w:val="00446FF3"/>
    <w:rsid w:val="004521AB"/>
    <w:rsid w:val="00453082"/>
    <w:rsid w:val="004C2601"/>
    <w:rsid w:val="004E1B28"/>
    <w:rsid w:val="00516C03"/>
    <w:rsid w:val="00532A9E"/>
    <w:rsid w:val="00543E04"/>
    <w:rsid w:val="005877DC"/>
    <w:rsid w:val="00597236"/>
    <w:rsid w:val="005A1C41"/>
    <w:rsid w:val="005D2AFF"/>
    <w:rsid w:val="00620F75"/>
    <w:rsid w:val="006C2CF1"/>
    <w:rsid w:val="006E787C"/>
    <w:rsid w:val="00711100"/>
    <w:rsid w:val="00735E73"/>
    <w:rsid w:val="007535F8"/>
    <w:rsid w:val="0077282D"/>
    <w:rsid w:val="007A438C"/>
    <w:rsid w:val="007E4BE1"/>
    <w:rsid w:val="007F0B55"/>
    <w:rsid w:val="007F5233"/>
    <w:rsid w:val="0080080B"/>
    <w:rsid w:val="00840BB9"/>
    <w:rsid w:val="00883A30"/>
    <w:rsid w:val="008917AE"/>
    <w:rsid w:val="008F5E60"/>
    <w:rsid w:val="00902CBF"/>
    <w:rsid w:val="009205DD"/>
    <w:rsid w:val="00983567"/>
    <w:rsid w:val="00984525"/>
    <w:rsid w:val="009921A1"/>
    <w:rsid w:val="009B4696"/>
    <w:rsid w:val="009F0EFE"/>
    <w:rsid w:val="00A465FE"/>
    <w:rsid w:val="00A559B4"/>
    <w:rsid w:val="00B621CE"/>
    <w:rsid w:val="00B83467"/>
    <w:rsid w:val="00B954F7"/>
    <w:rsid w:val="00C4043D"/>
    <w:rsid w:val="00CB0052"/>
    <w:rsid w:val="00CE521C"/>
    <w:rsid w:val="00CF5F54"/>
    <w:rsid w:val="00D076FA"/>
    <w:rsid w:val="00D37FB1"/>
    <w:rsid w:val="00D747F0"/>
    <w:rsid w:val="00DC08DA"/>
    <w:rsid w:val="00DC4369"/>
    <w:rsid w:val="00DC4B58"/>
    <w:rsid w:val="00DD766E"/>
    <w:rsid w:val="00E226A1"/>
    <w:rsid w:val="00E2666C"/>
    <w:rsid w:val="00ED2914"/>
    <w:rsid w:val="00F72C8A"/>
    <w:rsid w:val="00FB2B67"/>
    <w:rsid w:val="00FF231E"/>
    <w:rsid w:val="00FF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F5858C"/>
  <w15:chartTrackingRefBased/>
  <w15:docId w15:val="{9F676551-BAC8-44F3-885C-A74F35C24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80080B"/>
    <w:rPr>
      <w:rFonts w:ascii="IBM Plex Sans Text" w:hAnsi="IBM Plex Sans Text"/>
      <w:sz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9205DD"/>
    <w:pPr>
      <w:spacing w:after="240"/>
      <w:outlineLvl w:val="0"/>
    </w:pPr>
    <w:rPr>
      <w:rFonts w:ascii="IBM Plex Sans" w:hAnsi="IBM Plex Sans"/>
      <w:sz w:val="36"/>
      <w:szCs w:val="4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205DD"/>
    <w:pPr>
      <w:spacing w:after="240"/>
      <w:outlineLvl w:val="1"/>
    </w:pPr>
    <w:rPr>
      <w:rFonts w:ascii="IBM Plex Sans" w:hAnsi="IBM Plex Sans"/>
      <w:sz w:val="28"/>
      <w:szCs w:val="32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205DD"/>
    <w:pPr>
      <w:spacing w:after="240"/>
      <w:outlineLvl w:val="2"/>
    </w:pPr>
    <w:rPr>
      <w:rFonts w:ascii="IBM Plex Sans" w:hAnsi="IBM Plex San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Jtext">
    <w:name w:val="SJ_text"/>
    <w:basedOn w:val="Normlny"/>
    <w:uiPriority w:val="99"/>
    <w:rsid w:val="004521AB"/>
    <w:pPr>
      <w:autoSpaceDE w:val="0"/>
      <w:autoSpaceDN w:val="0"/>
      <w:adjustRightInd w:val="0"/>
      <w:spacing w:line="260" w:lineRule="atLeast"/>
      <w:ind w:left="283"/>
      <w:textAlignment w:val="center"/>
    </w:pPr>
    <w:rPr>
      <w:rFonts w:cs="IBM Plex Sans Text"/>
      <w:color w:val="000000"/>
      <w:sz w:val="17"/>
      <w:szCs w:val="17"/>
    </w:rPr>
  </w:style>
  <w:style w:type="paragraph" w:styleId="Hlavika">
    <w:name w:val="header"/>
    <w:basedOn w:val="Normlny"/>
    <w:link w:val="HlavikaChar"/>
    <w:uiPriority w:val="99"/>
    <w:unhideWhenUsed/>
    <w:rsid w:val="004521AB"/>
    <w:pPr>
      <w:tabs>
        <w:tab w:val="center" w:pos="4513"/>
        <w:tab w:val="right" w:pos="9026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521AB"/>
  </w:style>
  <w:style w:type="paragraph" w:styleId="Pta">
    <w:name w:val="footer"/>
    <w:basedOn w:val="Normlny"/>
    <w:link w:val="PtaChar"/>
    <w:uiPriority w:val="99"/>
    <w:unhideWhenUsed/>
    <w:rsid w:val="004521AB"/>
    <w:pPr>
      <w:tabs>
        <w:tab w:val="center" w:pos="4513"/>
        <w:tab w:val="right" w:pos="9026"/>
      </w:tabs>
    </w:pPr>
  </w:style>
  <w:style w:type="character" w:customStyle="1" w:styleId="PtaChar">
    <w:name w:val="Päta Char"/>
    <w:basedOn w:val="Predvolenpsmoodseku"/>
    <w:link w:val="Pta"/>
    <w:uiPriority w:val="99"/>
    <w:rsid w:val="004521AB"/>
  </w:style>
  <w:style w:type="paragraph" w:customStyle="1" w:styleId="nadpisBIG">
    <w:name w:val="nadpis_BIG"/>
    <w:basedOn w:val="Normlny"/>
    <w:uiPriority w:val="99"/>
    <w:rsid w:val="002D2373"/>
    <w:pPr>
      <w:suppressAutoHyphens/>
      <w:autoSpaceDE w:val="0"/>
      <w:autoSpaceDN w:val="0"/>
      <w:adjustRightInd w:val="0"/>
      <w:spacing w:line="1080" w:lineRule="atLeast"/>
      <w:textAlignment w:val="center"/>
    </w:pPr>
    <w:rPr>
      <w:rFonts w:ascii="IBM Plex Sans" w:hAnsi="IBM Plex Sans" w:cs="IBM Plex Sans"/>
      <w:b/>
      <w:bCs/>
      <w:color w:val="000000"/>
      <w:sz w:val="96"/>
      <w:szCs w:val="96"/>
    </w:rPr>
  </w:style>
  <w:style w:type="paragraph" w:customStyle="1" w:styleId="BasicParagraph">
    <w:name w:val="[Basic Paragraph]"/>
    <w:basedOn w:val="Normlny"/>
    <w:uiPriority w:val="99"/>
    <w:rsid w:val="00532A9E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n-GB"/>
    </w:rPr>
  </w:style>
  <w:style w:type="paragraph" w:customStyle="1" w:styleId="MIBFaktum">
    <w:name w:val="MIB_Faktum"/>
    <w:basedOn w:val="BasicParagraph"/>
    <w:rsid w:val="00532A9E"/>
    <w:pPr>
      <w:tabs>
        <w:tab w:val="left" w:pos="1200"/>
      </w:tabs>
      <w:suppressAutoHyphens/>
    </w:pPr>
    <w:rPr>
      <w:rFonts w:ascii="Faktum-Medium" w:hAnsi="Faktum-Medium" w:cs="Faktum-Medium"/>
      <w:sz w:val="22"/>
      <w:szCs w:val="22"/>
      <w:lang w:val="en-US"/>
    </w:rPr>
  </w:style>
  <w:style w:type="paragraph" w:customStyle="1" w:styleId="MIBfreefont">
    <w:name w:val="MIB_freefont"/>
    <w:basedOn w:val="BasicParagraph"/>
    <w:rsid w:val="00081B2F"/>
    <w:pPr>
      <w:tabs>
        <w:tab w:val="left" w:pos="1200"/>
      </w:tabs>
      <w:suppressAutoHyphens/>
    </w:pPr>
    <w:rPr>
      <w:rFonts w:ascii="IBM Plex Sans Text" w:hAnsi="IBM Plex Sans Text" w:cs="IBM Plex Sans Text"/>
      <w:sz w:val="22"/>
      <w:szCs w:val="22"/>
      <w:lang w:val="en-US"/>
    </w:rPr>
  </w:style>
  <w:style w:type="character" w:styleId="Hypertextovprepojenie">
    <w:name w:val="Hyperlink"/>
    <w:basedOn w:val="Predvolenpsmoodseku"/>
    <w:uiPriority w:val="99"/>
    <w:unhideWhenUsed/>
    <w:rsid w:val="00DC4B58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DC4B58"/>
    <w:rPr>
      <w:color w:val="605E5C"/>
      <w:shd w:val="clear" w:color="auto" w:fill="E1DFDD"/>
    </w:rPr>
  </w:style>
  <w:style w:type="character" w:customStyle="1" w:styleId="Nadpis1Char">
    <w:name w:val="Nadpis 1 Char"/>
    <w:basedOn w:val="Predvolenpsmoodseku"/>
    <w:link w:val="Nadpis1"/>
    <w:uiPriority w:val="9"/>
    <w:rsid w:val="009205DD"/>
    <w:rPr>
      <w:rFonts w:ascii="IBM Plex Sans" w:hAnsi="IBM Plex Sans"/>
      <w:sz w:val="36"/>
      <w:szCs w:val="40"/>
    </w:rPr>
  </w:style>
  <w:style w:type="character" w:customStyle="1" w:styleId="Nadpis2Char">
    <w:name w:val="Nadpis 2 Char"/>
    <w:basedOn w:val="Predvolenpsmoodseku"/>
    <w:link w:val="Nadpis2"/>
    <w:uiPriority w:val="9"/>
    <w:rsid w:val="009205DD"/>
    <w:rPr>
      <w:rFonts w:ascii="IBM Plex Sans" w:hAnsi="IBM Plex Sans"/>
      <w:sz w:val="28"/>
      <w:szCs w:val="32"/>
    </w:rPr>
  </w:style>
  <w:style w:type="character" w:customStyle="1" w:styleId="Nadpis3Char">
    <w:name w:val="Nadpis 3 Char"/>
    <w:basedOn w:val="Predvolenpsmoodseku"/>
    <w:link w:val="Nadpis3"/>
    <w:uiPriority w:val="9"/>
    <w:rsid w:val="009205DD"/>
    <w:rPr>
      <w:rFonts w:ascii="IBM Plex Sans" w:hAnsi="IBM Plex Sans"/>
      <w:sz w:val="20"/>
    </w:rPr>
  </w:style>
  <w:style w:type="paragraph" w:styleId="Odsekzoznamu">
    <w:name w:val="List Paragraph"/>
    <w:basedOn w:val="Normlny"/>
    <w:link w:val="OdsekzoznamuChar"/>
    <w:uiPriority w:val="34"/>
    <w:qFormat/>
    <w:rsid w:val="0080080B"/>
    <w:pPr>
      <w:spacing w:after="120"/>
      <w:ind w:left="720"/>
      <w:contextualSpacing/>
    </w:pPr>
    <w:rPr>
      <w:rFonts w:ascii="Times New Roman" w:eastAsia="Calibri" w:hAnsi="Times New Roman" w:cs="Times New Roman"/>
      <w:color w:val="000000" w:themeColor="text1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80080B"/>
    <w:rPr>
      <w:rFonts w:ascii="Times New Roman" w:eastAsia="Calibri" w:hAnsi="Times New Roman" w:cs="Times New Roman"/>
      <w:color w:val="000000" w:themeColor="text1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205D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magistratba-my.sharepoint.com/personal/peter_lenyi_bratislava_sk/Documents/MIB%20J&#233;&#269;ko/Grafika%20MIB/hlavickovy_papier/hlavickovy_papier/A3/MIB_A3_hlavickovy_Sekcia%20sutaz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EE3F52FEAC7A4FA25774FF40DA23E4" ma:contentTypeVersion="10" ma:contentTypeDescription="Create a new document." ma:contentTypeScope="" ma:versionID="4f678096e0dcf0bb0e5de8b54760a1a8">
  <xsd:schema xmlns:xsd="http://www.w3.org/2001/XMLSchema" xmlns:xs="http://www.w3.org/2001/XMLSchema" xmlns:p="http://schemas.microsoft.com/office/2006/metadata/properties" xmlns:ns3="13a6f980-01e9-4da7-9007-b9ddfe8216cb" targetNamespace="http://schemas.microsoft.com/office/2006/metadata/properties" ma:root="true" ma:fieldsID="40528b9d1fd573b7271f9861ec976e74" ns3:_="">
    <xsd:import namespace="13a6f980-01e9-4da7-9007-b9ddfe8216c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a6f980-01e9-4da7-9007-b9ddfe8216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906265F-F9F2-4979-8FA3-6C57AEEDD3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a6f980-01e9-4da7-9007-b9ddfe8216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F07626-486B-4D7B-970F-904FFFE56F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63F967-FA4C-4497-A2C2-CA9D84A396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C5A6AD-5A50-44F3-A215-E87290578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MIB_A3_hlavickovy_Sekcia%20sutazi</Template>
  <TotalTime>70</TotalTime>
  <Pages>2</Pages>
  <Words>729</Words>
  <Characters>4156</Characters>
  <Application>Microsoft Office Word</Application>
  <DocSecurity>0</DocSecurity>
  <Lines>34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Ondrej</dc:creator>
  <cp:keywords/>
  <dc:description/>
  <cp:lastModifiedBy>Marko Ondrej</cp:lastModifiedBy>
  <cp:revision>15</cp:revision>
  <dcterms:created xsi:type="dcterms:W3CDTF">2020-03-13T15:12:00Z</dcterms:created>
  <dcterms:modified xsi:type="dcterms:W3CDTF">2020-03-13T16:22:00Z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0x010100CBEE3F52FEAC7A4FA25774FF40DA23E4</vt:lpwstr>
  </property>
</Properties>
</file>